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ECE74" w14:textId="77777777" w:rsidR="00927B3F" w:rsidRPr="00020B1D" w:rsidRDefault="00927B3F" w:rsidP="00F457E0">
      <w:pPr>
        <w:tabs>
          <w:tab w:val="center" w:pos="4320"/>
        </w:tabs>
        <w:rPr>
          <w:rFonts w:ascii="Century Gothic" w:hAnsi="Century Gothic"/>
          <w:b/>
          <w:sz w:val="48"/>
          <w:szCs w:val="44"/>
        </w:rPr>
      </w:pPr>
      <w:r w:rsidRPr="00020B1D">
        <w:rPr>
          <w:rFonts w:ascii="Century Gothic" w:hAnsi="Century Gothic"/>
          <w:b/>
          <w:sz w:val="48"/>
          <w:szCs w:val="44"/>
        </w:rPr>
        <w:t>BE STILL</w:t>
      </w:r>
    </w:p>
    <w:p w14:paraId="5F72FCB3" w14:textId="77777777" w:rsidR="00546B7B" w:rsidRPr="00927B3F" w:rsidRDefault="00927B3F" w:rsidP="00F457E0">
      <w:pPr>
        <w:tabs>
          <w:tab w:val="center" w:pos="4320"/>
        </w:tabs>
        <w:rPr>
          <w:rFonts w:ascii="Century Gothic" w:hAnsi="Century Gothic"/>
          <w:sz w:val="44"/>
          <w:szCs w:val="44"/>
        </w:rPr>
      </w:pPr>
      <w:r w:rsidRPr="00927B3F">
        <w:rPr>
          <w:rFonts w:ascii="Century Gothic" w:hAnsi="Century Gothic"/>
          <w:sz w:val="22"/>
          <w:szCs w:val="44"/>
        </w:rPr>
        <w:t>By Michele Wagner</w:t>
      </w:r>
      <w:r w:rsidR="00F457E0" w:rsidRPr="00927B3F">
        <w:rPr>
          <w:rFonts w:ascii="Century Gothic" w:hAnsi="Century Gothic"/>
          <w:sz w:val="44"/>
          <w:szCs w:val="44"/>
        </w:rPr>
        <w:tab/>
      </w:r>
    </w:p>
    <w:p w14:paraId="59554095" w14:textId="77777777" w:rsidR="00546B7B" w:rsidRPr="00927B3F" w:rsidRDefault="00546B7B" w:rsidP="00D22DBA">
      <w:pPr>
        <w:rPr>
          <w:rFonts w:ascii="Century Gothic" w:hAnsi="Century Gothic"/>
          <w:sz w:val="22"/>
          <w:szCs w:val="44"/>
        </w:rPr>
      </w:pPr>
      <w:r w:rsidRPr="00927B3F">
        <w:rPr>
          <w:rFonts w:ascii="Century Gothic" w:hAnsi="Century Gothic"/>
          <w:sz w:val="22"/>
          <w:szCs w:val="44"/>
        </w:rPr>
        <w:t>Reference: Psalm 46</w:t>
      </w:r>
    </w:p>
    <w:p w14:paraId="369B8100" w14:textId="77777777" w:rsidR="00546B7B" w:rsidRPr="00A33819" w:rsidRDefault="00546B7B" w:rsidP="00D22DBA">
      <w:pPr>
        <w:rPr>
          <w:rFonts w:ascii="Arial" w:hAnsi="Arial"/>
          <w:sz w:val="18"/>
          <w:szCs w:val="44"/>
        </w:rPr>
      </w:pPr>
    </w:p>
    <w:p w14:paraId="06B0B3EC" w14:textId="77777777" w:rsidR="001C19AA" w:rsidRPr="00F075EF" w:rsidRDefault="001C19AA" w:rsidP="00566A7B">
      <w:pPr>
        <w:outlineLvl w:val="0"/>
        <w:rPr>
          <w:b/>
        </w:rPr>
      </w:pPr>
      <w:r w:rsidRPr="00F075EF">
        <w:rPr>
          <w:b/>
        </w:rPr>
        <w:t>Intro</w:t>
      </w:r>
    </w:p>
    <w:p w14:paraId="43F30CD2" w14:textId="77777777" w:rsidR="00CF5BD1" w:rsidRDefault="00751C32" w:rsidP="00CF5BD1">
      <w:pPr>
        <w:pStyle w:val="NormalWeb"/>
        <w:spacing w:before="2" w:after="2"/>
      </w:pPr>
      <w:r>
        <w:rPr>
          <w:rFonts w:ascii="TimesNewRomanPS" w:hAnsi="TimesNewRomanPS"/>
          <w:b/>
          <w:bCs/>
          <w:sz w:val="24"/>
          <w:szCs w:val="24"/>
        </w:rPr>
        <w:t xml:space="preserve">D    D/C#    G/B    Asus    </w:t>
      </w:r>
      <w:r w:rsidR="00CF5BD1">
        <w:rPr>
          <w:rFonts w:ascii="TimesNewRomanPS" w:hAnsi="TimesNewRomanPS"/>
          <w:b/>
          <w:bCs/>
          <w:sz w:val="24"/>
          <w:szCs w:val="24"/>
        </w:rPr>
        <w:t xml:space="preserve">A (2x) </w:t>
      </w:r>
    </w:p>
    <w:p w14:paraId="5E3FB4F2" w14:textId="77777777" w:rsidR="001C19AA" w:rsidRDefault="001C19AA" w:rsidP="00566A7B">
      <w:pPr>
        <w:outlineLvl w:val="0"/>
      </w:pPr>
    </w:p>
    <w:p w14:paraId="4D0D8DE4" w14:textId="77777777" w:rsidR="00F075EF" w:rsidRPr="00094BA9" w:rsidRDefault="00CF5BD1" w:rsidP="00566A7B">
      <w:pPr>
        <w:outlineLvl w:val="0"/>
        <w:rPr>
          <w:b/>
        </w:rPr>
      </w:pPr>
      <w:r w:rsidRPr="00094BA9">
        <w:rPr>
          <w:b/>
        </w:rPr>
        <w:t>Verse 1</w:t>
      </w:r>
    </w:p>
    <w:p w14:paraId="1C0945D6" w14:textId="77777777" w:rsidR="00CF5BD1" w:rsidRPr="00CF5BD1" w:rsidRDefault="00CF5BD1" w:rsidP="00CF5BD1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CF5BD1">
        <w:rPr>
          <w:rFonts w:ascii="TimesNewRomanPS" w:hAnsi="TimesNewRomanPS"/>
          <w:b/>
          <w:bCs/>
        </w:rPr>
        <w:t xml:space="preserve">D </w:t>
      </w:r>
      <w:r>
        <w:rPr>
          <w:rFonts w:ascii="TimesNewRomanPS" w:hAnsi="TimesNewRomanPS"/>
          <w:b/>
          <w:bCs/>
        </w:rPr>
        <w:t xml:space="preserve">                                     </w:t>
      </w:r>
      <w:r w:rsidRPr="00CF5BD1">
        <w:rPr>
          <w:rFonts w:ascii="TimesNewRomanPS" w:hAnsi="TimesNewRomanPS"/>
          <w:b/>
          <w:bCs/>
        </w:rPr>
        <w:t>D/C#</w:t>
      </w:r>
    </w:p>
    <w:p w14:paraId="2AC8ECB3" w14:textId="77777777" w:rsidR="00566A7B" w:rsidRPr="00927B3F" w:rsidRDefault="00F976EE" w:rsidP="00566A7B">
      <w:pPr>
        <w:outlineLvl w:val="0"/>
      </w:pPr>
      <w:r w:rsidRPr="00927B3F">
        <w:t>God is our refuge and streng</w:t>
      </w:r>
      <w:r w:rsidR="0040201D" w:rsidRPr="00927B3F">
        <w:t>th</w:t>
      </w:r>
      <w:r w:rsidR="005F4694" w:rsidRPr="00927B3F">
        <w:t xml:space="preserve"> </w:t>
      </w:r>
    </w:p>
    <w:p w14:paraId="792D4D37" w14:textId="77777777" w:rsidR="00221D19" w:rsidRPr="00221D19" w:rsidRDefault="00221D19" w:rsidP="00221D1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221D19">
        <w:rPr>
          <w:rFonts w:ascii="TimesNewRomanPS" w:hAnsi="TimesNewRomanPS"/>
          <w:b/>
          <w:bCs/>
        </w:rPr>
        <w:t xml:space="preserve">G/B </w:t>
      </w:r>
      <w:r>
        <w:rPr>
          <w:rFonts w:ascii="TimesNewRomanPS" w:hAnsi="TimesNewRomanPS"/>
          <w:b/>
          <w:bCs/>
        </w:rPr>
        <w:t xml:space="preserve">                     </w:t>
      </w:r>
      <w:r w:rsidRPr="00221D19">
        <w:rPr>
          <w:rFonts w:ascii="TimesNewRomanPS" w:hAnsi="TimesNewRomanPS"/>
          <w:b/>
          <w:bCs/>
        </w:rPr>
        <w:t xml:space="preserve">Asus </w:t>
      </w:r>
      <w:r>
        <w:rPr>
          <w:rFonts w:ascii="TimesNewRomanPS" w:hAnsi="TimesNewRomanPS"/>
          <w:b/>
          <w:bCs/>
        </w:rPr>
        <w:t xml:space="preserve">       </w:t>
      </w:r>
      <w:r w:rsidRPr="00221D19">
        <w:rPr>
          <w:rFonts w:ascii="TimesNewRomanPS" w:hAnsi="TimesNewRomanPS"/>
          <w:b/>
          <w:bCs/>
        </w:rPr>
        <w:t>A</w:t>
      </w:r>
    </w:p>
    <w:p w14:paraId="59F82E0A" w14:textId="77777777" w:rsidR="0092371A" w:rsidRPr="00927B3F" w:rsidRDefault="00775663" w:rsidP="0092371A">
      <w:r w:rsidRPr="00927B3F">
        <w:t>Ready</w:t>
      </w:r>
      <w:r w:rsidR="00F976EE" w:rsidRPr="00927B3F">
        <w:t xml:space="preserve"> to help in times of trouble</w:t>
      </w:r>
    </w:p>
    <w:p w14:paraId="210B279A" w14:textId="77777777" w:rsidR="00221D19" w:rsidRPr="00221D19" w:rsidRDefault="00221D19" w:rsidP="00221D1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221D19">
        <w:rPr>
          <w:rFonts w:ascii="TimesNewRomanPS" w:hAnsi="TimesNewRomanPS"/>
          <w:b/>
          <w:bCs/>
        </w:rPr>
        <w:t xml:space="preserve">D </w:t>
      </w:r>
      <w:r>
        <w:rPr>
          <w:rFonts w:ascii="TimesNewRomanPS" w:hAnsi="TimesNewRomanPS"/>
          <w:b/>
          <w:bCs/>
        </w:rPr>
        <w:t xml:space="preserve">                                                            </w:t>
      </w:r>
      <w:r w:rsidRPr="00221D19">
        <w:rPr>
          <w:rFonts w:ascii="TimesNewRomanPS" w:hAnsi="TimesNewRomanPS"/>
          <w:b/>
          <w:bCs/>
        </w:rPr>
        <w:t xml:space="preserve">D/C# </w:t>
      </w:r>
    </w:p>
    <w:p w14:paraId="43FAFCFC" w14:textId="77777777" w:rsidR="002A0875" w:rsidRPr="00927B3F" w:rsidRDefault="006C0B99" w:rsidP="0040201D">
      <w:pPr>
        <w:tabs>
          <w:tab w:val="left" w:pos="7200"/>
        </w:tabs>
      </w:pPr>
      <w:r w:rsidRPr="00927B3F">
        <w:t xml:space="preserve">We </w:t>
      </w:r>
      <w:r w:rsidR="0092371A" w:rsidRPr="00927B3F">
        <w:t xml:space="preserve">will not </w:t>
      </w:r>
      <w:r w:rsidR="0040201D" w:rsidRPr="00927B3F">
        <w:t>fear when earthquakes come</w:t>
      </w:r>
    </w:p>
    <w:p w14:paraId="0EC838AD" w14:textId="77777777" w:rsidR="00221D19" w:rsidRPr="00221D19" w:rsidRDefault="00221D19" w:rsidP="00221D19">
      <w:pPr>
        <w:spacing w:beforeLines="1" w:before="2" w:afterLines="1" w:after="2"/>
        <w:rPr>
          <w:rFonts w:ascii="Times" w:hAnsi="Times"/>
          <w:sz w:val="20"/>
          <w:szCs w:val="20"/>
        </w:rPr>
      </w:pPr>
      <w:r>
        <w:rPr>
          <w:rFonts w:ascii="TimesNewRomanPS" w:hAnsi="TimesNewRomanPS"/>
          <w:b/>
          <w:bCs/>
        </w:rPr>
        <w:t xml:space="preserve">                 </w:t>
      </w:r>
      <w:r w:rsidRPr="00221D19">
        <w:rPr>
          <w:rFonts w:ascii="TimesNewRomanPS" w:hAnsi="TimesNewRomanPS"/>
          <w:b/>
          <w:bCs/>
        </w:rPr>
        <w:t xml:space="preserve">G/B </w:t>
      </w:r>
      <w:r>
        <w:rPr>
          <w:rFonts w:ascii="TimesNewRomanPS" w:hAnsi="TimesNewRomanPS"/>
          <w:b/>
          <w:bCs/>
        </w:rPr>
        <w:t xml:space="preserve">                           </w:t>
      </w:r>
      <w:r w:rsidRPr="00221D19">
        <w:rPr>
          <w:rFonts w:ascii="TimesNewRomanPS" w:hAnsi="TimesNewRomanPS"/>
          <w:b/>
          <w:bCs/>
        </w:rPr>
        <w:t xml:space="preserve">Asus </w:t>
      </w:r>
      <w:r>
        <w:rPr>
          <w:rFonts w:ascii="TimesNewRomanPS" w:hAnsi="TimesNewRomanPS"/>
          <w:b/>
          <w:bCs/>
        </w:rPr>
        <w:t xml:space="preserve">    </w:t>
      </w:r>
      <w:r w:rsidRPr="00221D19">
        <w:rPr>
          <w:rFonts w:ascii="TimesNewRomanPS" w:hAnsi="TimesNewRomanPS"/>
          <w:b/>
          <w:bCs/>
        </w:rPr>
        <w:t xml:space="preserve">A </w:t>
      </w:r>
    </w:p>
    <w:p w14:paraId="3232F241" w14:textId="77777777" w:rsidR="002A0875" w:rsidRPr="00927B3F" w:rsidRDefault="006C0B99" w:rsidP="0084126F">
      <w:pPr>
        <w:rPr>
          <w:b/>
        </w:rPr>
      </w:pPr>
      <w:r w:rsidRPr="00927B3F">
        <w:t>Or w</w:t>
      </w:r>
      <w:r w:rsidR="0040201D" w:rsidRPr="00927B3F">
        <w:t>hen mountains crumble into the sea</w:t>
      </w:r>
    </w:p>
    <w:p w14:paraId="6784844C" w14:textId="77777777" w:rsidR="00221D19" w:rsidRPr="00221D19" w:rsidRDefault="00221D19" w:rsidP="00221D19">
      <w:pPr>
        <w:spacing w:beforeLines="1" w:before="2" w:afterLines="1" w:after="2"/>
        <w:rPr>
          <w:rFonts w:ascii="Times" w:hAnsi="Times"/>
          <w:sz w:val="20"/>
          <w:szCs w:val="20"/>
        </w:rPr>
      </w:pPr>
      <w:r>
        <w:rPr>
          <w:rFonts w:ascii="TimesNewRomanPS" w:hAnsi="TimesNewRomanPS"/>
          <w:b/>
          <w:bCs/>
        </w:rPr>
        <w:t xml:space="preserve">              </w:t>
      </w:r>
      <w:r w:rsidRPr="00221D19">
        <w:rPr>
          <w:rFonts w:ascii="TimesNewRomanPS" w:hAnsi="TimesNewRomanPS"/>
          <w:b/>
          <w:bCs/>
        </w:rPr>
        <w:t xml:space="preserve">Bm </w:t>
      </w:r>
      <w:r>
        <w:rPr>
          <w:rFonts w:ascii="TimesNewRomanPS" w:hAnsi="TimesNewRomanPS"/>
          <w:b/>
          <w:bCs/>
        </w:rPr>
        <w:t xml:space="preserve">                     </w:t>
      </w:r>
      <w:r w:rsidRPr="00221D19">
        <w:rPr>
          <w:rFonts w:ascii="TimesNewRomanPS" w:hAnsi="TimesNewRomanPS"/>
          <w:b/>
          <w:bCs/>
        </w:rPr>
        <w:t xml:space="preserve">G </w:t>
      </w:r>
    </w:p>
    <w:p w14:paraId="61D44BE5" w14:textId="77777777" w:rsidR="00221D19" w:rsidRDefault="00614F35" w:rsidP="00614F35">
      <w:pPr>
        <w:outlineLvl w:val="0"/>
      </w:pPr>
      <w:r w:rsidRPr="00927B3F">
        <w:t xml:space="preserve">Let the </w:t>
      </w:r>
      <w:r w:rsidR="00221D19">
        <w:t xml:space="preserve">oceans roar and foam </w:t>
      </w:r>
    </w:p>
    <w:p w14:paraId="28708CCD" w14:textId="77777777" w:rsidR="00221D19" w:rsidRPr="00221D19" w:rsidRDefault="00221D19" w:rsidP="00221D19">
      <w:pPr>
        <w:spacing w:beforeLines="1" w:before="2" w:afterLines="1" w:after="2"/>
        <w:rPr>
          <w:rFonts w:ascii="Times" w:hAnsi="Times"/>
          <w:sz w:val="20"/>
          <w:szCs w:val="20"/>
        </w:rPr>
      </w:pPr>
      <w:r>
        <w:rPr>
          <w:rFonts w:ascii="TimesNewRomanPS" w:hAnsi="TimesNewRomanPS"/>
          <w:b/>
          <w:bCs/>
        </w:rPr>
        <w:t xml:space="preserve">              </w:t>
      </w:r>
      <w:r w:rsidRPr="00221D19">
        <w:rPr>
          <w:rFonts w:ascii="TimesNewRomanPS" w:hAnsi="TimesNewRomanPS"/>
          <w:b/>
          <w:bCs/>
        </w:rPr>
        <w:t xml:space="preserve">Bm </w:t>
      </w:r>
      <w:r>
        <w:rPr>
          <w:rFonts w:ascii="TimesNewRomanPS" w:hAnsi="TimesNewRomanPS"/>
          <w:b/>
          <w:bCs/>
        </w:rPr>
        <w:t xml:space="preserve">                                        </w:t>
      </w:r>
      <w:r w:rsidRPr="00221D19">
        <w:rPr>
          <w:rFonts w:ascii="TimesNewRomanPS" w:hAnsi="TimesNewRomanPS"/>
          <w:b/>
          <w:bCs/>
        </w:rPr>
        <w:t>G</w:t>
      </w:r>
      <w:r>
        <w:rPr>
          <w:rFonts w:ascii="TimesNewRomanPS" w:hAnsi="TimesNewRomanPS"/>
          <w:b/>
          <w:bCs/>
        </w:rPr>
        <w:t xml:space="preserve">          </w:t>
      </w:r>
      <w:r w:rsidRPr="00221D19">
        <w:rPr>
          <w:rFonts w:ascii="TimesNewRomanPS" w:hAnsi="TimesNewRomanPS"/>
          <w:b/>
          <w:bCs/>
        </w:rPr>
        <w:t xml:space="preserve">A </w:t>
      </w:r>
    </w:p>
    <w:p w14:paraId="00D64A93" w14:textId="77777777" w:rsidR="002A0875" w:rsidRPr="00927B3F" w:rsidRDefault="00221D19" w:rsidP="00614F35">
      <w:pPr>
        <w:outlineLvl w:val="0"/>
      </w:pPr>
      <w:r>
        <w:t xml:space="preserve">Let the </w:t>
      </w:r>
      <w:r w:rsidR="00614F35" w:rsidRPr="00927B3F">
        <w:t>mountains tremble as the waters surge</w:t>
      </w:r>
    </w:p>
    <w:p w14:paraId="37F7A26C" w14:textId="77777777" w:rsidR="00136910" w:rsidRDefault="00136910" w:rsidP="0084126F">
      <w:pPr>
        <w:rPr>
          <w:b/>
        </w:rPr>
      </w:pPr>
    </w:p>
    <w:p w14:paraId="321EEBD8" w14:textId="77777777" w:rsidR="00020B1D" w:rsidRPr="00020B1D" w:rsidRDefault="00020B1D" w:rsidP="0084126F">
      <w:pPr>
        <w:rPr>
          <w:b/>
        </w:rPr>
      </w:pPr>
      <w:r w:rsidRPr="00020B1D">
        <w:rPr>
          <w:b/>
        </w:rPr>
        <w:t>Chorus</w:t>
      </w:r>
    </w:p>
    <w:p w14:paraId="674A7DE8" w14:textId="39552B30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rFonts w:ascii="TimesNewRomanPS" w:hAnsi="TimesNewRomanPS"/>
          <w:b/>
          <w:bCs/>
        </w:rPr>
        <w:t>D</w:t>
      </w:r>
      <w:r>
        <w:rPr>
          <w:rFonts w:ascii="TimesNewRomanPS" w:hAnsi="TimesNewRomanPS"/>
          <w:b/>
          <w:bCs/>
        </w:rPr>
        <w:t xml:space="preserve">                  </w:t>
      </w:r>
      <w:r w:rsidRPr="00094BA9">
        <w:rPr>
          <w:rFonts w:ascii="TimesNewRomanPS" w:hAnsi="TimesNewRomanPS"/>
          <w:b/>
          <w:bCs/>
        </w:rPr>
        <w:t xml:space="preserve"> D/C# </w:t>
      </w:r>
      <w:r>
        <w:rPr>
          <w:rFonts w:ascii="TimesNewRomanPS" w:hAnsi="TimesNewRomanPS"/>
          <w:b/>
          <w:bCs/>
        </w:rPr>
        <w:t xml:space="preserve">      </w:t>
      </w:r>
      <w:r w:rsidRPr="00094BA9">
        <w:rPr>
          <w:rFonts w:ascii="TimesNewRomanPS" w:hAnsi="TimesNewRomanPS"/>
          <w:b/>
          <w:bCs/>
        </w:rPr>
        <w:t>G/B</w:t>
      </w:r>
      <w:r>
        <w:rPr>
          <w:rFonts w:ascii="TimesNewRomanPS" w:hAnsi="TimesNewRomanPS"/>
          <w:b/>
          <w:bCs/>
        </w:rPr>
        <w:t xml:space="preserve">    Asus       </w:t>
      </w:r>
      <w:proofErr w:type="gramStart"/>
      <w:r>
        <w:rPr>
          <w:rFonts w:ascii="TimesNewRomanPS" w:hAnsi="TimesNewRomanPS"/>
          <w:b/>
          <w:bCs/>
        </w:rPr>
        <w:t>A</w:t>
      </w:r>
      <w:proofErr w:type="gramEnd"/>
      <w:r w:rsidR="00A7105D">
        <w:rPr>
          <w:rFonts w:ascii="TimesNewRomanPS" w:hAnsi="TimesNewRomanPS"/>
          <w:b/>
          <w:bCs/>
        </w:rPr>
        <w:t xml:space="preserve">   </w:t>
      </w:r>
      <w:r w:rsidRPr="00094BA9">
        <w:rPr>
          <w:rFonts w:ascii="TimesNewRomanPS" w:hAnsi="TimesNewRomanPS"/>
          <w:b/>
          <w:bCs/>
        </w:rPr>
        <w:t xml:space="preserve">D </w:t>
      </w:r>
    </w:p>
    <w:p w14:paraId="2FCD0F37" w14:textId="77777777" w:rsidR="00F13CF6" w:rsidRPr="00927B3F" w:rsidRDefault="00614F35" w:rsidP="0084126F">
      <w:r w:rsidRPr="00927B3F">
        <w:t xml:space="preserve">Be </w:t>
      </w:r>
      <w:r w:rsidR="005D1072" w:rsidRPr="00927B3F">
        <w:t>Still an</w:t>
      </w:r>
      <w:r w:rsidR="00D1558E" w:rsidRPr="00927B3F">
        <w:t>d know</w:t>
      </w:r>
      <w:r w:rsidR="0092371A" w:rsidRPr="00927B3F">
        <w:t xml:space="preserve"> that </w:t>
      </w:r>
      <w:r w:rsidR="00200D7E" w:rsidRPr="00927B3F">
        <w:t>I</w:t>
      </w:r>
      <w:r w:rsidR="00094BA9">
        <w:t xml:space="preserve"> </w:t>
      </w:r>
      <w:r w:rsidR="001A03DC" w:rsidRPr="00927B3F">
        <w:t>am</w:t>
      </w:r>
      <w:r w:rsidR="00200D7E" w:rsidRPr="00927B3F">
        <w:t xml:space="preserve"> </w:t>
      </w:r>
      <w:r w:rsidR="00D1558E" w:rsidRPr="00927B3F">
        <w:t>God</w:t>
      </w:r>
      <w:r w:rsidR="00094BA9">
        <w:t xml:space="preserve">        am God</w:t>
      </w:r>
      <w:r w:rsidR="00D1558E" w:rsidRPr="00927B3F">
        <w:t xml:space="preserve"> </w:t>
      </w:r>
      <w:r w:rsidR="00036449" w:rsidRPr="00927B3F">
        <w:t xml:space="preserve"> </w:t>
      </w:r>
    </w:p>
    <w:p w14:paraId="68CD73F7" w14:textId="77777777" w:rsidR="005C1417" w:rsidRDefault="002A0875" w:rsidP="005C1417">
      <w:pPr>
        <w:rPr>
          <w:b/>
        </w:rPr>
      </w:pPr>
      <w:r w:rsidRPr="00927B3F">
        <w:rPr>
          <w:b/>
        </w:rPr>
        <w:t xml:space="preserve">    </w:t>
      </w:r>
      <w:r w:rsidR="00614F35" w:rsidRPr="00927B3F">
        <w:rPr>
          <w:b/>
        </w:rPr>
        <w:t xml:space="preserve">          </w:t>
      </w:r>
      <w:r w:rsidR="001F5450" w:rsidRPr="00927B3F">
        <w:rPr>
          <w:b/>
        </w:rPr>
        <w:t xml:space="preserve">                     </w:t>
      </w:r>
      <w:r w:rsidR="00614F35" w:rsidRPr="00927B3F">
        <w:rPr>
          <w:b/>
        </w:rPr>
        <w:t xml:space="preserve"> </w:t>
      </w:r>
      <w:r w:rsidR="00C7155B" w:rsidRPr="00927B3F">
        <w:rPr>
          <w:b/>
        </w:rPr>
        <w:t xml:space="preserve"> </w:t>
      </w:r>
    </w:p>
    <w:p w14:paraId="2CE6B368" w14:textId="77777777" w:rsidR="00094BA9" w:rsidRPr="00094BA9" w:rsidRDefault="00094BA9" w:rsidP="00094BA9">
      <w:pPr>
        <w:outlineLvl w:val="0"/>
        <w:rPr>
          <w:b/>
        </w:rPr>
      </w:pPr>
      <w:r w:rsidRPr="00094BA9">
        <w:rPr>
          <w:b/>
        </w:rPr>
        <w:t>Verse 1</w:t>
      </w:r>
    </w:p>
    <w:p w14:paraId="297D6D1B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rFonts w:ascii="TimesNewRomanPS" w:hAnsi="TimesNewRomanPS"/>
          <w:b/>
          <w:bCs/>
        </w:rPr>
        <w:t xml:space="preserve">D </w:t>
      </w:r>
      <w:r>
        <w:rPr>
          <w:rFonts w:ascii="TimesNewRomanPS" w:hAnsi="TimesNewRomanPS"/>
          <w:b/>
          <w:bCs/>
        </w:rPr>
        <w:t xml:space="preserve">                                        </w:t>
      </w:r>
      <w:r w:rsidRPr="00094BA9">
        <w:rPr>
          <w:rFonts w:ascii="TimesNewRomanPS" w:hAnsi="TimesNewRomanPS"/>
          <w:b/>
          <w:bCs/>
        </w:rPr>
        <w:t>D/C#</w:t>
      </w:r>
    </w:p>
    <w:p w14:paraId="4BCF73DC" w14:textId="77777777" w:rsidR="00614F35" w:rsidRPr="00927B3F" w:rsidRDefault="00614F35" w:rsidP="00614F35">
      <w:pPr>
        <w:outlineLvl w:val="0"/>
      </w:pPr>
      <w:r w:rsidRPr="00927B3F">
        <w:t>A river b</w:t>
      </w:r>
      <w:r w:rsidR="00D1558E" w:rsidRPr="00927B3F">
        <w:t xml:space="preserve">rings joy </w:t>
      </w:r>
      <w:r w:rsidR="00002CA9" w:rsidRPr="00927B3F">
        <w:t>to the city of God</w:t>
      </w:r>
    </w:p>
    <w:p w14:paraId="709C8A99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rFonts w:ascii="TimesNewRomanPS" w:hAnsi="TimesNewRomanPS"/>
          <w:b/>
          <w:bCs/>
        </w:rPr>
        <w:t xml:space="preserve">G/B </w:t>
      </w:r>
      <w:r>
        <w:rPr>
          <w:rFonts w:ascii="TimesNewRomanPS" w:hAnsi="TimesNewRomanPS"/>
          <w:b/>
          <w:bCs/>
        </w:rPr>
        <w:t xml:space="preserve">                               </w:t>
      </w:r>
      <w:r w:rsidRPr="00094BA9">
        <w:rPr>
          <w:rFonts w:ascii="TimesNewRomanPS" w:hAnsi="TimesNewRomanPS"/>
          <w:b/>
          <w:bCs/>
        </w:rPr>
        <w:t>Asus A</w:t>
      </w:r>
    </w:p>
    <w:p w14:paraId="407DFAF4" w14:textId="77777777" w:rsidR="00614F35" w:rsidRPr="00927B3F" w:rsidRDefault="00614F35" w:rsidP="00614F35">
      <w:pPr>
        <w:outlineLvl w:val="0"/>
      </w:pPr>
      <w:r w:rsidRPr="00927B3F">
        <w:t>A sacred home of the Most High</w:t>
      </w:r>
    </w:p>
    <w:p w14:paraId="3C1147B8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rFonts w:ascii="TimesNewRomanPS" w:hAnsi="TimesNewRomanPS"/>
          <w:b/>
          <w:bCs/>
        </w:rPr>
        <w:t xml:space="preserve">D </w:t>
      </w:r>
      <w:r>
        <w:rPr>
          <w:rFonts w:ascii="TimesNewRomanPS" w:hAnsi="TimesNewRomanPS"/>
          <w:b/>
          <w:bCs/>
        </w:rPr>
        <w:t xml:space="preserve">                                          </w:t>
      </w:r>
      <w:r w:rsidRPr="00094BA9">
        <w:rPr>
          <w:rFonts w:ascii="TimesNewRomanPS" w:hAnsi="TimesNewRomanPS"/>
          <w:b/>
          <w:bCs/>
        </w:rPr>
        <w:t>D/C#</w:t>
      </w:r>
    </w:p>
    <w:p w14:paraId="7DF938F4" w14:textId="77777777" w:rsidR="00614F35" w:rsidRPr="00927B3F" w:rsidRDefault="00E601B2" w:rsidP="00614F35">
      <w:pPr>
        <w:outlineLvl w:val="0"/>
      </w:pPr>
      <w:r w:rsidRPr="00927B3F">
        <w:t>God dwells</w:t>
      </w:r>
      <w:r w:rsidR="00502505" w:rsidRPr="00927B3F">
        <w:t xml:space="preserve"> </w:t>
      </w:r>
      <w:r w:rsidR="00093745" w:rsidRPr="00927B3F">
        <w:t>in the city</w:t>
      </w:r>
      <w:r w:rsidR="00614F35" w:rsidRPr="00927B3F">
        <w:t xml:space="preserve"> it cannot be destroyed </w:t>
      </w:r>
    </w:p>
    <w:p w14:paraId="5D0AE40C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rFonts w:ascii="TimesNewRomanPS" w:hAnsi="TimesNewRomanPS"/>
          <w:b/>
          <w:bCs/>
        </w:rPr>
        <w:t xml:space="preserve">G/B </w:t>
      </w:r>
      <w:r>
        <w:rPr>
          <w:rFonts w:ascii="TimesNewRomanPS" w:hAnsi="TimesNewRomanPS"/>
          <w:b/>
          <w:bCs/>
        </w:rPr>
        <w:t xml:space="preserve">        </w:t>
      </w:r>
      <w:r w:rsidRPr="00094BA9">
        <w:rPr>
          <w:rFonts w:ascii="TimesNewRomanPS" w:hAnsi="TimesNewRomanPS"/>
          <w:b/>
          <w:bCs/>
        </w:rPr>
        <w:t>Asus A</w:t>
      </w:r>
    </w:p>
    <w:p w14:paraId="05DB807F" w14:textId="77777777" w:rsidR="00614F35" w:rsidRPr="00927B3F" w:rsidRDefault="0068046B" w:rsidP="00614F35">
      <w:pPr>
        <w:outlineLvl w:val="0"/>
      </w:pPr>
      <w:r w:rsidRPr="00927B3F">
        <w:t>God</w:t>
      </w:r>
      <w:r w:rsidR="00614F35" w:rsidRPr="00927B3F">
        <w:t xml:space="preserve"> will protect it</w:t>
      </w:r>
    </w:p>
    <w:p w14:paraId="50DD3D56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rFonts w:ascii="TimesNewRomanPS" w:hAnsi="TimesNewRomanPS"/>
          <w:b/>
          <w:bCs/>
        </w:rPr>
        <w:t xml:space="preserve">Bm </w:t>
      </w:r>
      <w:r>
        <w:rPr>
          <w:rFonts w:ascii="TimesNewRomanPS" w:hAnsi="TimesNewRomanPS"/>
          <w:b/>
          <w:bCs/>
        </w:rPr>
        <w:t xml:space="preserve">                          </w:t>
      </w:r>
      <w:r w:rsidRPr="00094BA9">
        <w:rPr>
          <w:rFonts w:ascii="TimesNewRomanPS" w:hAnsi="TimesNewRomanPS"/>
          <w:b/>
          <w:bCs/>
        </w:rPr>
        <w:t>G</w:t>
      </w:r>
    </w:p>
    <w:p w14:paraId="5286E4BB" w14:textId="77777777" w:rsidR="00EB6C3E" w:rsidRPr="00927B3F" w:rsidRDefault="00EB6C3E" w:rsidP="00614F35">
      <w:pPr>
        <w:outlineLvl w:val="0"/>
      </w:pPr>
      <w:r w:rsidRPr="00927B3F">
        <w:t>The nations are in chaos</w:t>
      </w:r>
    </w:p>
    <w:p w14:paraId="1C01C7A2" w14:textId="45B4E850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rFonts w:ascii="TimesNewRomanPS" w:hAnsi="TimesNewRomanPS"/>
          <w:b/>
          <w:bCs/>
        </w:rPr>
        <w:t xml:space="preserve">Bm </w:t>
      </w:r>
      <w:r>
        <w:rPr>
          <w:rFonts w:ascii="TimesNewRomanPS" w:hAnsi="TimesNewRomanPS"/>
          <w:b/>
          <w:bCs/>
        </w:rPr>
        <w:t xml:space="preserve">                                             </w:t>
      </w:r>
      <w:r w:rsidR="00521646">
        <w:rPr>
          <w:rFonts w:ascii="TimesNewRomanPS" w:hAnsi="TimesNewRomanPS"/>
          <w:b/>
          <w:bCs/>
        </w:rPr>
        <w:t xml:space="preserve"> </w:t>
      </w:r>
      <w:r>
        <w:rPr>
          <w:rFonts w:ascii="TimesNewRomanPS" w:hAnsi="TimesNewRomanPS"/>
          <w:b/>
          <w:bCs/>
        </w:rPr>
        <w:t xml:space="preserve"> </w:t>
      </w:r>
      <w:r w:rsidRPr="00094BA9">
        <w:rPr>
          <w:rFonts w:ascii="TimesNewRomanPS" w:hAnsi="TimesNewRomanPS"/>
          <w:b/>
          <w:bCs/>
        </w:rPr>
        <w:t>G</w:t>
      </w:r>
      <w:r>
        <w:rPr>
          <w:rFonts w:ascii="TimesNewRomanPS" w:hAnsi="TimesNewRomanPS"/>
          <w:b/>
          <w:bCs/>
        </w:rPr>
        <w:t xml:space="preserve">        </w:t>
      </w:r>
      <w:r w:rsidRPr="00094BA9">
        <w:rPr>
          <w:rFonts w:ascii="TimesNewRomanPS" w:hAnsi="TimesNewRomanPS"/>
          <w:b/>
          <w:bCs/>
        </w:rPr>
        <w:t xml:space="preserve">A </w:t>
      </w:r>
    </w:p>
    <w:p w14:paraId="0B544255" w14:textId="77777777" w:rsidR="00FA3941" w:rsidRPr="00927B3F" w:rsidRDefault="00EB6C3E" w:rsidP="00614F35">
      <w:pPr>
        <w:outlineLvl w:val="0"/>
      </w:pPr>
      <w:r w:rsidRPr="00927B3F">
        <w:t>God’s voice thunders and the earth melt</w:t>
      </w:r>
      <w:r w:rsidR="004609BF" w:rsidRPr="00927B3F">
        <w:t>s</w:t>
      </w:r>
    </w:p>
    <w:p w14:paraId="3A817E5C" w14:textId="77777777" w:rsidR="00D3270A" w:rsidRDefault="00D3270A" w:rsidP="00614F35">
      <w:pPr>
        <w:outlineLvl w:val="0"/>
        <w:rPr>
          <w:b/>
        </w:rPr>
      </w:pPr>
    </w:p>
    <w:p w14:paraId="14D97434" w14:textId="77777777" w:rsidR="00094BA9" w:rsidRDefault="00020B1D" w:rsidP="00614F35">
      <w:pPr>
        <w:outlineLvl w:val="0"/>
        <w:rPr>
          <w:b/>
        </w:rPr>
      </w:pPr>
      <w:r w:rsidRPr="00927B3F">
        <w:rPr>
          <w:b/>
        </w:rPr>
        <w:t xml:space="preserve">Chorus </w:t>
      </w:r>
    </w:p>
    <w:p w14:paraId="754BAE21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rFonts w:ascii="TimesNewRomanPS" w:hAnsi="TimesNewRomanPS"/>
          <w:b/>
          <w:bCs/>
        </w:rPr>
        <w:t xml:space="preserve">D </w:t>
      </w:r>
      <w:r>
        <w:rPr>
          <w:rFonts w:ascii="TimesNewRomanPS" w:hAnsi="TimesNewRomanPS"/>
          <w:b/>
          <w:bCs/>
        </w:rPr>
        <w:t xml:space="preserve">                  </w:t>
      </w:r>
      <w:r w:rsidRPr="00094BA9">
        <w:rPr>
          <w:rFonts w:ascii="TimesNewRomanPS" w:hAnsi="TimesNewRomanPS"/>
          <w:b/>
          <w:bCs/>
        </w:rPr>
        <w:t xml:space="preserve">D/C# </w:t>
      </w:r>
      <w:r>
        <w:rPr>
          <w:rFonts w:ascii="TimesNewRomanPS" w:hAnsi="TimesNewRomanPS"/>
          <w:b/>
          <w:bCs/>
        </w:rPr>
        <w:t xml:space="preserve">      </w:t>
      </w:r>
      <w:r w:rsidRPr="00094BA9">
        <w:rPr>
          <w:rFonts w:ascii="TimesNewRomanPS" w:hAnsi="TimesNewRomanPS"/>
          <w:b/>
          <w:bCs/>
        </w:rPr>
        <w:t xml:space="preserve">G/B </w:t>
      </w:r>
      <w:r>
        <w:rPr>
          <w:rFonts w:ascii="TimesNewRomanPS" w:hAnsi="TimesNewRomanPS"/>
          <w:b/>
          <w:bCs/>
        </w:rPr>
        <w:t xml:space="preserve">      </w:t>
      </w:r>
      <w:r w:rsidRPr="00094BA9">
        <w:rPr>
          <w:rFonts w:ascii="TimesNewRomanPS" w:hAnsi="TimesNewRomanPS"/>
          <w:b/>
          <w:bCs/>
        </w:rPr>
        <w:t xml:space="preserve">Asus </w:t>
      </w:r>
    </w:p>
    <w:p w14:paraId="73640D83" w14:textId="77777777" w:rsidR="002A5202" w:rsidRPr="00927B3F" w:rsidRDefault="00036449" w:rsidP="002A5202">
      <w:pPr>
        <w:outlineLvl w:val="0"/>
      </w:pPr>
      <w:r w:rsidRPr="00927B3F">
        <w:t xml:space="preserve">Be Still and Know that I    </w:t>
      </w:r>
      <w:proofErr w:type="gramStart"/>
      <w:r w:rsidRPr="00927B3F">
        <w:t>a</w:t>
      </w:r>
      <w:r w:rsidR="000232CE" w:rsidRPr="00927B3F">
        <w:t>m</w:t>
      </w:r>
      <w:r w:rsidR="002A5202" w:rsidRPr="00927B3F">
        <w:t xml:space="preserve"> </w:t>
      </w:r>
      <w:r w:rsidR="00E96806" w:rsidRPr="00927B3F">
        <w:t xml:space="preserve"> </w:t>
      </w:r>
      <w:r w:rsidR="002A5202" w:rsidRPr="00927B3F">
        <w:t>God</w:t>
      </w:r>
      <w:proofErr w:type="gramEnd"/>
    </w:p>
    <w:p w14:paraId="60675F96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rFonts w:ascii="TimesNewRomanPS" w:hAnsi="TimesNewRomanPS"/>
          <w:b/>
          <w:bCs/>
        </w:rPr>
        <w:t xml:space="preserve">D </w:t>
      </w:r>
      <w:r>
        <w:rPr>
          <w:rFonts w:ascii="TimesNewRomanPS" w:hAnsi="TimesNewRomanPS"/>
          <w:b/>
          <w:bCs/>
        </w:rPr>
        <w:t xml:space="preserve">                   </w:t>
      </w:r>
      <w:r w:rsidRPr="00094BA9">
        <w:rPr>
          <w:rFonts w:ascii="TimesNewRomanPS" w:hAnsi="TimesNewRomanPS"/>
          <w:b/>
          <w:bCs/>
        </w:rPr>
        <w:t xml:space="preserve">D/C# </w:t>
      </w:r>
      <w:r>
        <w:rPr>
          <w:rFonts w:ascii="TimesNewRomanPS" w:hAnsi="TimesNewRomanPS"/>
          <w:b/>
          <w:bCs/>
        </w:rPr>
        <w:t xml:space="preserve">      </w:t>
      </w:r>
      <w:r w:rsidRPr="00094BA9">
        <w:rPr>
          <w:rFonts w:ascii="TimesNewRomanPS" w:hAnsi="TimesNewRomanPS"/>
          <w:b/>
          <w:bCs/>
        </w:rPr>
        <w:t xml:space="preserve">G/B </w:t>
      </w:r>
      <w:r>
        <w:rPr>
          <w:rFonts w:ascii="TimesNewRomanPS" w:hAnsi="TimesNewRomanPS"/>
          <w:b/>
          <w:bCs/>
        </w:rPr>
        <w:t xml:space="preserve">      </w:t>
      </w:r>
      <w:r w:rsidRPr="00094BA9">
        <w:rPr>
          <w:rFonts w:ascii="TimesNewRomanPS" w:hAnsi="TimesNewRomanPS"/>
          <w:b/>
          <w:bCs/>
        </w:rPr>
        <w:t xml:space="preserve">A </w:t>
      </w:r>
    </w:p>
    <w:p w14:paraId="78CAE736" w14:textId="77777777" w:rsidR="00927B3F" w:rsidRDefault="002A5202" w:rsidP="00902023">
      <w:pPr>
        <w:outlineLvl w:val="0"/>
      </w:pPr>
      <w:r w:rsidRPr="00927B3F">
        <w:t>Be Still and Know that I</w:t>
      </w:r>
      <w:r w:rsidR="00E96806" w:rsidRPr="00927B3F">
        <w:t xml:space="preserve">  </w:t>
      </w:r>
      <w:r w:rsidR="00B470A6" w:rsidRPr="00927B3F">
        <w:t xml:space="preserve"> </w:t>
      </w:r>
      <w:r w:rsidRPr="00927B3F">
        <w:t xml:space="preserve"> am God</w:t>
      </w:r>
    </w:p>
    <w:p w14:paraId="1B150E23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rFonts w:ascii="Century Gothic" w:hAnsi="Century Gothic"/>
          <w:b/>
          <w:bCs/>
          <w:sz w:val="44"/>
          <w:szCs w:val="44"/>
        </w:rPr>
        <w:lastRenderedPageBreak/>
        <w:t xml:space="preserve">BE STILL (2 of 2) </w:t>
      </w:r>
    </w:p>
    <w:p w14:paraId="11CC1070" w14:textId="77777777" w:rsidR="00094BA9" w:rsidRDefault="00094BA9" w:rsidP="00094BA9">
      <w:pPr>
        <w:spacing w:beforeLines="1" w:before="2" w:afterLines="1" w:after="2"/>
        <w:rPr>
          <w:rFonts w:ascii="Century Gothic" w:hAnsi="Century Gothic"/>
          <w:sz w:val="22"/>
          <w:szCs w:val="22"/>
        </w:rPr>
      </w:pPr>
      <w:r w:rsidRPr="00094BA9">
        <w:rPr>
          <w:rFonts w:ascii="Century Gothic" w:hAnsi="Century Gothic"/>
          <w:sz w:val="22"/>
          <w:szCs w:val="22"/>
        </w:rPr>
        <w:t xml:space="preserve">By Michele Wagner </w:t>
      </w:r>
    </w:p>
    <w:p w14:paraId="5C9F433F" w14:textId="77777777" w:rsidR="00094BA9" w:rsidRDefault="00094BA9" w:rsidP="00094BA9">
      <w:pPr>
        <w:spacing w:beforeLines="1" w:before="2" w:afterLines="1" w:after="2"/>
        <w:rPr>
          <w:rFonts w:ascii="Century Gothic" w:hAnsi="Century Gothic"/>
          <w:sz w:val="22"/>
          <w:szCs w:val="22"/>
        </w:rPr>
      </w:pPr>
      <w:r w:rsidRPr="00094BA9">
        <w:rPr>
          <w:rFonts w:ascii="Century Gothic" w:hAnsi="Century Gothic"/>
          <w:sz w:val="22"/>
          <w:szCs w:val="22"/>
        </w:rPr>
        <w:t xml:space="preserve">Reference: Psalm 46 </w:t>
      </w:r>
    </w:p>
    <w:p w14:paraId="64E3A851" w14:textId="77777777" w:rsidR="00094BA9" w:rsidRDefault="00094BA9" w:rsidP="00094BA9">
      <w:pPr>
        <w:spacing w:beforeLines="1" w:before="2" w:afterLines="1" w:after="2"/>
        <w:rPr>
          <w:rFonts w:ascii="Century Gothic" w:hAnsi="Century Gothic"/>
          <w:sz w:val="22"/>
          <w:szCs w:val="22"/>
        </w:rPr>
      </w:pPr>
    </w:p>
    <w:p w14:paraId="0CBD22DD" w14:textId="02AE86AF" w:rsidR="00094BA9" w:rsidRDefault="00094BA9" w:rsidP="00094BA9">
      <w:pPr>
        <w:spacing w:beforeLines="1" w:before="2" w:afterLines="1" w:after="2"/>
      </w:pPr>
      <w:r w:rsidRPr="00094BA9">
        <w:rPr>
          <w:rFonts w:ascii="TimesNewRomanPS" w:hAnsi="TimesNewRomanPS"/>
          <w:b/>
          <w:bCs/>
        </w:rPr>
        <w:t>Bridge 1</w:t>
      </w:r>
      <w:r w:rsidRPr="00094BA9">
        <w:rPr>
          <w:rFonts w:ascii="TimesNewRomanPS" w:hAnsi="TimesNewRomanPS"/>
          <w:b/>
          <w:bCs/>
        </w:rPr>
        <w:br/>
        <w:t xml:space="preserve">Bm </w:t>
      </w:r>
      <w:r>
        <w:rPr>
          <w:rFonts w:ascii="TimesNewRomanPS" w:hAnsi="TimesNewRomanPS"/>
          <w:b/>
          <w:bCs/>
        </w:rPr>
        <w:t xml:space="preserve">                              </w:t>
      </w:r>
      <w:r w:rsidRPr="00094BA9">
        <w:rPr>
          <w:rFonts w:ascii="TimesNewRomanPS" w:hAnsi="TimesNewRomanPS"/>
          <w:b/>
          <w:bCs/>
        </w:rPr>
        <w:t>G</w:t>
      </w:r>
      <w:r w:rsidRPr="00094BA9">
        <w:rPr>
          <w:rFonts w:ascii="TimesNewRomanPS" w:hAnsi="TimesNewRomanPS"/>
          <w:b/>
          <w:bCs/>
        </w:rPr>
        <w:br/>
      </w:r>
      <w:r>
        <w:t xml:space="preserve">I will be honored by every nation </w:t>
      </w:r>
      <w:r w:rsidRPr="00094BA9">
        <w:rPr>
          <w:rFonts w:ascii="TimesNewRomanPS" w:hAnsi="TimesNewRomanPS"/>
          <w:b/>
          <w:bCs/>
        </w:rPr>
        <w:br/>
        <w:t xml:space="preserve">Bm </w:t>
      </w:r>
      <w:r>
        <w:rPr>
          <w:rFonts w:ascii="TimesNewRomanPS" w:hAnsi="TimesNewRomanPS"/>
          <w:b/>
          <w:bCs/>
        </w:rPr>
        <w:t xml:space="preserve">                              </w:t>
      </w:r>
      <w:r w:rsidRPr="00094BA9">
        <w:rPr>
          <w:rFonts w:ascii="TimesNewRomanPS" w:hAnsi="TimesNewRomanPS"/>
          <w:b/>
          <w:bCs/>
        </w:rPr>
        <w:t>G</w:t>
      </w:r>
      <w:r>
        <w:rPr>
          <w:rFonts w:ascii="TimesNewRomanPS" w:hAnsi="TimesNewRomanPS"/>
          <w:b/>
          <w:bCs/>
        </w:rPr>
        <w:t xml:space="preserve">           </w:t>
      </w:r>
      <w:r w:rsidRPr="00094BA9">
        <w:rPr>
          <w:rFonts w:ascii="TimesNewRomanPS" w:hAnsi="TimesNewRomanPS"/>
          <w:b/>
          <w:bCs/>
        </w:rPr>
        <w:t>A</w:t>
      </w:r>
    </w:p>
    <w:p w14:paraId="4EEF404A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>
        <w:t xml:space="preserve">I will be honored by all the earth </w:t>
      </w:r>
    </w:p>
    <w:p w14:paraId="4B824613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</w:p>
    <w:p w14:paraId="5FC73605" w14:textId="77777777" w:rsidR="00094BA9" w:rsidRDefault="00094BA9" w:rsidP="00094BA9">
      <w:pPr>
        <w:spacing w:beforeLines="1" w:before="2" w:afterLines="1" w:after="2"/>
      </w:pPr>
      <w:r w:rsidRPr="00094BA9">
        <w:rPr>
          <w:rFonts w:ascii="TimesNewRomanPS" w:hAnsi="TimesNewRomanPS"/>
          <w:b/>
          <w:bCs/>
        </w:rPr>
        <w:t>Verse 3</w:t>
      </w:r>
      <w:r w:rsidRPr="00094BA9">
        <w:rPr>
          <w:rFonts w:ascii="TimesNewRomanPS" w:hAnsi="TimesNewRomanPS"/>
          <w:b/>
          <w:bCs/>
        </w:rPr>
        <w:br/>
        <w:t xml:space="preserve">D </w:t>
      </w:r>
      <w:r>
        <w:rPr>
          <w:rFonts w:ascii="TimesNewRomanPS" w:hAnsi="TimesNewRomanPS"/>
          <w:b/>
          <w:bCs/>
        </w:rPr>
        <w:t xml:space="preserve">                                     </w:t>
      </w:r>
      <w:r w:rsidRPr="00094BA9">
        <w:rPr>
          <w:rFonts w:ascii="TimesNewRomanPS" w:hAnsi="TimesNewRomanPS"/>
          <w:b/>
          <w:bCs/>
        </w:rPr>
        <w:t>D/C#</w:t>
      </w:r>
      <w:r w:rsidRPr="00094BA9">
        <w:rPr>
          <w:rFonts w:ascii="TimesNewRomanPS" w:hAnsi="TimesNewRomanPS"/>
          <w:b/>
          <w:bCs/>
        </w:rPr>
        <w:br/>
      </w:r>
      <w:r>
        <w:t>Come see the glorious works of the Lord</w:t>
      </w:r>
    </w:p>
    <w:p w14:paraId="787045F7" w14:textId="77777777" w:rsidR="00094BA9" w:rsidRDefault="00094BA9" w:rsidP="00094BA9">
      <w:pPr>
        <w:spacing w:beforeLines="1" w:before="2" w:afterLines="1" w:after="2"/>
      </w:pPr>
      <w:r w:rsidRPr="00094BA9">
        <w:rPr>
          <w:rFonts w:ascii="TimesNewRomanPS" w:hAnsi="TimesNewRomanPS"/>
          <w:b/>
          <w:bCs/>
        </w:rPr>
        <w:t xml:space="preserve">G/B </w:t>
      </w:r>
      <w:r>
        <w:rPr>
          <w:rFonts w:ascii="TimesNewRomanPS" w:hAnsi="TimesNewRomanPS"/>
          <w:b/>
          <w:bCs/>
        </w:rPr>
        <w:t xml:space="preserve">                            </w:t>
      </w:r>
      <w:r w:rsidRPr="00094BA9">
        <w:rPr>
          <w:rFonts w:ascii="TimesNewRomanPS" w:hAnsi="TimesNewRomanPS"/>
          <w:b/>
          <w:bCs/>
        </w:rPr>
        <w:t>Asus A</w:t>
      </w:r>
      <w:r w:rsidRPr="00094BA9">
        <w:rPr>
          <w:rFonts w:ascii="TimesNewRomanPS" w:hAnsi="TimesNewRomanPS"/>
          <w:b/>
          <w:bCs/>
        </w:rPr>
        <w:br/>
      </w:r>
      <w:r>
        <w:t>See how He brings destruction</w:t>
      </w:r>
      <w:r>
        <w:br/>
      </w:r>
      <w:r w:rsidRPr="00094BA9">
        <w:rPr>
          <w:rFonts w:ascii="TimesNewRomanPS" w:hAnsi="TimesNewRomanPS"/>
          <w:b/>
          <w:bCs/>
        </w:rPr>
        <w:t xml:space="preserve">D </w:t>
      </w:r>
      <w:r>
        <w:rPr>
          <w:rFonts w:ascii="TimesNewRomanPS" w:hAnsi="TimesNewRomanPS"/>
          <w:b/>
          <w:bCs/>
        </w:rPr>
        <w:t xml:space="preserve">                                     </w:t>
      </w:r>
      <w:r w:rsidRPr="00094BA9">
        <w:rPr>
          <w:rFonts w:ascii="TimesNewRomanPS" w:hAnsi="TimesNewRomanPS"/>
          <w:b/>
          <w:bCs/>
        </w:rPr>
        <w:t>D/C#</w:t>
      </w:r>
      <w:r w:rsidRPr="00094BA9">
        <w:rPr>
          <w:rFonts w:ascii="TimesNewRomanPS" w:hAnsi="TimesNewRomanPS"/>
          <w:b/>
          <w:bCs/>
        </w:rPr>
        <w:br/>
      </w:r>
      <w:r>
        <w:t xml:space="preserve">He causes wars to end throughout the earth </w:t>
      </w:r>
    </w:p>
    <w:p w14:paraId="06390101" w14:textId="77777777" w:rsidR="00094BA9" w:rsidRDefault="00094BA9" w:rsidP="00094BA9">
      <w:pPr>
        <w:spacing w:beforeLines="1" w:before="2" w:afterLines="1" w:after="2"/>
      </w:pPr>
      <w:r w:rsidRPr="00094BA9">
        <w:rPr>
          <w:rFonts w:ascii="TimesNewRomanPS" w:hAnsi="TimesNewRomanPS"/>
          <w:b/>
          <w:bCs/>
        </w:rPr>
        <w:t xml:space="preserve">G/B </w:t>
      </w:r>
      <w:r>
        <w:rPr>
          <w:rFonts w:ascii="TimesNewRomanPS" w:hAnsi="TimesNewRomanPS"/>
          <w:b/>
          <w:bCs/>
        </w:rPr>
        <w:t xml:space="preserve">                                  </w:t>
      </w:r>
      <w:r w:rsidRPr="00094BA9">
        <w:rPr>
          <w:rFonts w:ascii="TimesNewRomanPS" w:hAnsi="TimesNewRomanPS"/>
          <w:b/>
          <w:bCs/>
        </w:rPr>
        <w:t xml:space="preserve">Asus </w:t>
      </w:r>
      <w:r>
        <w:rPr>
          <w:rFonts w:ascii="TimesNewRomanPS" w:hAnsi="TimesNewRomanPS"/>
          <w:b/>
          <w:bCs/>
        </w:rPr>
        <w:t xml:space="preserve">           </w:t>
      </w:r>
      <w:r w:rsidRPr="00094BA9">
        <w:rPr>
          <w:rFonts w:ascii="TimesNewRomanPS" w:hAnsi="TimesNewRomanPS"/>
          <w:b/>
          <w:bCs/>
        </w:rPr>
        <w:t>A</w:t>
      </w:r>
      <w:r w:rsidRPr="00094BA9">
        <w:rPr>
          <w:rFonts w:ascii="TimesNewRomanPS" w:hAnsi="TimesNewRomanPS"/>
          <w:b/>
          <w:bCs/>
        </w:rPr>
        <w:br/>
      </w:r>
      <w:r>
        <w:t xml:space="preserve">He breaks the bow and shatters the spear </w:t>
      </w:r>
    </w:p>
    <w:p w14:paraId="53E848F9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rFonts w:ascii="TimesNewRomanPS" w:hAnsi="TimesNewRomanPS"/>
          <w:b/>
          <w:bCs/>
        </w:rPr>
        <w:t xml:space="preserve">G/B </w:t>
      </w:r>
      <w:r>
        <w:rPr>
          <w:rFonts w:ascii="TimesNewRomanPS" w:hAnsi="TimesNewRomanPS"/>
          <w:b/>
          <w:bCs/>
        </w:rPr>
        <w:t xml:space="preserve">                                     </w:t>
      </w:r>
      <w:r w:rsidRPr="00094BA9">
        <w:rPr>
          <w:rFonts w:ascii="TimesNewRomanPS" w:hAnsi="TimesNewRomanPS"/>
          <w:b/>
          <w:bCs/>
        </w:rPr>
        <w:t>A</w:t>
      </w:r>
      <w:r w:rsidRPr="00094BA9">
        <w:rPr>
          <w:rFonts w:ascii="TimesNewRomanPS" w:hAnsi="TimesNewRomanPS"/>
          <w:b/>
          <w:bCs/>
        </w:rPr>
        <w:br/>
      </w:r>
      <w:r>
        <w:t xml:space="preserve">He burns the shield with fire </w:t>
      </w:r>
    </w:p>
    <w:p w14:paraId="1144487C" w14:textId="77777777" w:rsidR="00094BA9" w:rsidRDefault="00094BA9" w:rsidP="00094BA9">
      <w:pPr>
        <w:spacing w:beforeLines="1" w:before="2" w:afterLines="1" w:after="2"/>
        <w:rPr>
          <w:rFonts w:ascii="TimesNewRomanPS" w:hAnsi="TimesNewRomanPS"/>
          <w:b/>
          <w:bCs/>
        </w:rPr>
      </w:pPr>
    </w:p>
    <w:p w14:paraId="039D703A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rFonts w:ascii="TimesNewRomanPS" w:hAnsi="TimesNewRomanPS"/>
          <w:b/>
          <w:bCs/>
        </w:rPr>
        <w:t xml:space="preserve">Chorus 2 </w:t>
      </w:r>
    </w:p>
    <w:p w14:paraId="49E716DE" w14:textId="77777777" w:rsidR="00094BA9" w:rsidRDefault="00094BA9" w:rsidP="00094BA9">
      <w:pPr>
        <w:spacing w:beforeLines="1" w:before="2" w:afterLines="1" w:after="2"/>
        <w:rPr>
          <w:rFonts w:ascii="TimesNewRomanPS" w:hAnsi="TimesNewRomanPS"/>
          <w:b/>
          <w:bCs/>
        </w:rPr>
      </w:pPr>
    </w:p>
    <w:p w14:paraId="41652C86" w14:textId="77777777" w:rsidR="00094BA9" w:rsidRDefault="00094BA9" w:rsidP="00094BA9">
      <w:pPr>
        <w:spacing w:beforeLines="1" w:before="2" w:afterLines="1" w:after="2"/>
      </w:pPr>
      <w:r w:rsidRPr="00094BA9">
        <w:rPr>
          <w:rFonts w:ascii="TimesNewRomanPS" w:hAnsi="TimesNewRomanPS"/>
          <w:b/>
          <w:bCs/>
        </w:rPr>
        <w:t>Bridge 2</w:t>
      </w:r>
      <w:r w:rsidRPr="00094BA9">
        <w:rPr>
          <w:rFonts w:ascii="TimesNewRomanPS" w:hAnsi="TimesNewRomanPS"/>
          <w:b/>
          <w:bCs/>
        </w:rPr>
        <w:br/>
        <w:t xml:space="preserve">Bm </w:t>
      </w:r>
      <w:r>
        <w:rPr>
          <w:rFonts w:ascii="TimesNewRomanPS" w:hAnsi="TimesNewRomanPS"/>
          <w:b/>
          <w:bCs/>
        </w:rPr>
        <w:t xml:space="preserve">                              </w:t>
      </w:r>
      <w:r w:rsidRPr="00094BA9">
        <w:rPr>
          <w:rFonts w:ascii="TimesNewRomanPS" w:hAnsi="TimesNewRomanPS"/>
          <w:b/>
          <w:bCs/>
        </w:rPr>
        <w:t>G</w:t>
      </w:r>
      <w:r w:rsidRPr="00094BA9">
        <w:rPr>
          <w:rFonts w:ascii="TimesNewRomanPS" w:hAnsi="TimesNewRomanPS"/>
          <w:b/>
          <w:bCs/>
        </w:rPr>
        <w:br/>
      </w:r>
      <w:r>
        <w:t>I will be honored by all nations</w:t>
      </w:r>
      <w:r>
        <w:br/>
      </w:r>
      <w:r w:rsidRPr="00094BA9">
        <w:rPr>
          <w:rFonts w:ascii="TimesNewRomanPS" w:hAnsi="TimesNewRomanPS"/>
          <w:b/>
          <w:bCs/>
        </w:rPr>
        <w:t>Bm</w:t>
      </w:r>
      <w:r>
        <w:rPr>
          <w:rFonts w:ascii="TimesNewRomanPS" w:hAnsi="TimesNewRomanPS"/>
          <w:b/>
          <w:bCs/>
        </w:rPr>
        <w:t xml:space="preserve">                              </w:t>
      </w:r>
      <w:r w:rsidRPr="00094BA9">
        <w:rPr>
          <w:rFonts w:ascii="TimesNewRomanPS" w:hAnsi="TimesNewRomanPS"/>
          <w:b/>
          <w:bCs/>
        </w:rPr>
        <w:t xml:space="preserve"> G</w:t>
      </w:r>
      <w:r w:rsidRPr="00094BA9">
        <w:rPr>
          <w:rFonts w:ascii="TimesNewRomanPS" w:hAnsi="TimesNewRomanPS"/>
          <w:b/>
          <w:bCs/>
        </w:rPr>
        <w:br/>
      </w:r>
      <w:r>
        <w:t>I will be honored by all the earth</w:t>
      </w:r>
      <w:r>
        <w:br/>
      </w:r>
      <w:r w:rsidRPr="00094BA9">
        <w:rPr>
          <w:rFonts w:ascii="TimesNewRomanPS" w:hAnsi="TimesNewRomanPS"/>
          <w:b/>
          <w:bCs/>
        </w:rPr>
        <w:t xml:space="preserve">Em </w:t>
      </w:r>
      <w:r>
        <w:rPr>
          <w:rFonts w:ascii="TimesNewRomanPS" w:hAnsi="TimesNewRomanPS"/>
          <w:b/>
          <w:bCs/>
        </w:rPr>
        <w:t xml:space="preserve">                                  </w:t>
      </w:r>
      <w:proofErr w:type="gramStart"/>
      <w:r w:rsidRPr="00094BA9">
        <w:rPr>
          <w:rFonts w:ascii="TimesNewRomanPS" w:hAnsi="TimesNewRomanPS"/>
          <w:b/>
          <w:bCs/>
        </w:rPr>
        <w:t xml:space="preserve">Asus </w:t>
      </w:r>
      <w:r>
        <w:rPr>
          <w:rFonts w:ascii="TimesNewRomanPS" w:hAnsi="TimesNewRomanPS"/>
          <w:b/>
          <w:bCs/>
        </w:rPr>
        <w:t xml:space="preserve"> </w:t>
      </w:r>
      <w:r w:rsidRPr="00094BA9">
        <w:rPr>
          <w:rFonts w:ascii="TimesNewRomanPS" w:hAnsi="TimesNewRomanPS"/>
          <w:b/>
          <w:bCs/>
        </w:rPr>
        <w:t>A</w:t>
      </w:r>
      <w:proofErr w:type="gramEnd"/>
      <w:r w:rsidRPr="00094BA9">
        <w:rPr>
          <w:rFonts w:ascii="TimesNewRomanPS" w:hAnsi="TimesNewRomanPS"/>
          <w:b/>
          <w:bCs/>
        </w:rPr>
        <w:br/>
      </w:r>
      <w:r>
        <w:t xml:space="preserve">The Lord of Heaven is here among us </w:t>
      </w:r>
    </w:p>
    <w:p w14:paraId="6169DD68" w14:textId="77777777" w:rsidR="00094BA9" w:rsidRDefault="00094BA9" w:rsidP="00094BA9">
      <w:pPr>
        <w:spacing w:beforeLines="1" w:before="2" w:afterLines="1" w:after="2"/>
        <w:rPr>
          <w:rFonts w:ascii="TimesNewRomanPS" w:hAnsi="TimesNewRomanPS"/>
          <w:b/>
          <w:bCs/>
        </w:rPr>
      </w:pPr>
      <w:r w:rsidRPr="00094BA9">
        <w:rPr>
          <w:rFonts w:ascii="TimesNewRomanPS" w:hAnsi="TimesNewRomanPS"/>
          <w:b/>
          <w:bCs/>
        </w:rPr>
        <w:t xml:space="preserve">Em </w:t>
      </w:r>
      <w:r>
        <w:rPr>
          <w:rFonts w:ascii="TimesNewRomanPS" w:hAnsi="TimesNewRomanPS"/>
          <w:b/>
          <w:bCs/>
        </w:rPr>
        <w:t xml:space="preserve">               </w:t>
      </w:r>
      <w:r w:rsidRPr="00094BA9">
        <w:rPr>
          <w:rFonts w:ascii="TimesNewRomanPS" w:hAnsi="TimesNewRomanPS"/>
          <w:b/>
          <w:bCs/>
        </w:rPr>
        <w:t xml:space="preserve">C </w:t>
      </w:r>
      <w:r>
        <w:rPr>
          <w:rFonts w:ascii="TimesNewRomanPS" w:hAnsi="TimesNewRomanPS"/>
          <w:b/>
          <w:bCs/>
        </w:rPr>
        <w:t xml:space="preserve">                   </w:t>
      </w:r>
      <w:r w:rsidRPr="00094BA9">
        <w:rPr>
          <w:rFonts w:ascii="TimesNewRomanPS" w:hAnsi="TimesNewRomanPS"/>
          <w:b/>
          <w:bCs/>
        </w:rPr>
        <w:t xml:space="preserve">Asus A </w:t>
      </w:r>
    </w:p>
    <w:p w14:paraId="355FB89F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>
        <w:t xml:space="preserve">The God of Israel is our fortress </w:t>
      </w:r>
    </w:p>
    <w:p w14:paraId="343A7D6F" w14:textId="77777777" w:rsidR="00094BA9" w:rsidRDefault="00094BA9" w:rsidP="00094BA9">
      <w:pPr>
        <w:spacing w:beforeLines="1" w:before="2" w:afterLines="1" w:after="2"/>
        <w:rPr>
          <w:rFonts w:ascii="TimesNewRomanPS" w:hAnsi="TimesNewRomanPS"/>
          <w:b/>
          <w:bCs/>
        </w:rPr>
      </w:pPr>
    </w:p>
    <w:p w14:paraId="42EAE4B7" w14:textId="77777777" w:rsidR="00094BA9" w:rsidRDefault="00094BA9" w:rsidP="00094BA9">
      <w:pPr>
        <w:spacing w:beforeLines="1" w:before="2" w:afterLines="1" w:after="2"/>
        <w:rPr>
          <w:rFonts w:ascii="TimesNewRomanPS" w:hAnsi="TimesNewRomanPS"/>
          <w:b/>
          <w:bCs/>
        </w:rPr>
      </w:pPr>
      <w:r w:rsidRPr="00094BA9">
        <w:rPr>
          <w:rFonts w:ascii="TimesNewRomanPS" w:hAnsi="TimesNewRomanPS"/>
          <w:b/>
          <w:bCs/>
        </w:rPr>
        <w:t>Chorus to Ending</w:t>
      </w:r>
      <w:r w:rsidRPr="00094BA9">
        <w:rPr>
          <w:rFonts w:ascii="TimesNewRomanPS" w:hAnsi="TimesNewRomanPS"/>
          <w:b/>
          <w:bCs/>
        </w:rPr>
        <w:br/>
        <w:t xml:space="preserve">D </w:t>
      </w:r>
      <w:r>
        <w:rPr>
          <w:rFonts w:ascii="TimesNewRomanPS" w:hAnsi="TimesNewRomanPS"/>
          <w:b/>
          <w:bCs/>
        </w:rPr>
        <w:t xml:space="preserve">                  </w:t>
      </w:r>
      <w:r w:rsidRPr="00094BA9">
        <w:rPr>
          <w:rFonts w:ascii="TimesNewRomanPS" w:hAnsi="TimesNewRomanPS"/>
          <w:b/>
          <w:bCs/>
        </w:rPr>
        <w:t xml:space="preserve">D/C# </w:t>
      </w:r>
      <w:r>
        <w:rPr>
          <w:rFonts w:ascii="TimesNewRomanPS" w:hAnsi="TimesNewRomanPS"/>
          <w:b/>
          <w:bCs/>
        </w:rPr>
        <w:t xml:space="preserve">       </w:t>
      </w:r>
      <w:r w:rsidRPr="00094BA9">
        <w:rPr>
          <w:rFonts w:ascii="TimesNewRomanPS" w:hAnsi="TimesNewRomanPS"/>
          <w:b/>
          <w:bCs/>
        </w:rPr>
        <w:t xml:space="preserve">G/B </w:t>
      </w:r>
      <w:r>
        <w:rPr>
          <w:rFonts w:ascii="TimesNewRomanPS" w:hAnsi="TimesNewRomanPS"/>
          <w:b/>
          <w:bCs/>
        </w:rPr>
        <w:t xml:space="preserve">     </w:t>
      </w:r>
      <w:r w:rsidRPr="00094BA9">
        <w:rPr>
          <w:rFonts w:ascii="TimesNewRomanPS" w:hAnsi="TimesNewRomanPS"/>
          <w:b/>
          <w:bCs/>
        </w:rPr>
        <w:t>Asus</w:t>
      </w:r>
      <w:r w:rsidRPr="00094BA9">
        <w:rPr>
          <w:rFonts w:ascii="TimesNewRomanPS" w:hAnsi="TimesNewRomanPS"/>
          <w:b/>
          <w:bCs/>
        </w:rPr>
        <w:br/>
      </w:r>
      <w:r w:rsidR="005B5E59">
        <w:t>Be still and k</w:t>
      </w:r>
      <w:r>
        <w:t>now that I    am God</w:t>
      </w:r>
      <w:proofErr w:type="gramStart"/>
      <w:r>
        <w:t xml:space="preserve"> </w:t>
      </w:r>
      <w:r w:rsidR="000922D7">
        <w:t xml:space="preserve">  </w:t>
      </w:r>
      <w:r w:rsidRPr="00094BA9">
        <w:rPr>
          <w:rFonts w:ascii="TimesNewRomanPS" w:hAnsi="TimesNewRomanPS"/>
          <w:b/>
          <w:bCs/>
        </w:rPr>
        <w:t>(</w:t>
      </w:r>
      <w:proofErr w:type="gramEnd"/>
      <w:r w:rsidRPr="00094BA9">
        <w:rPr>
          <w:rFonts w:ascii="TimesNewRomanPS" w:hAnsi="TimesNewRomanPS"/>
          <w:b/>
          <w:bCs/>
        </w:rPr>
        <w:t xml:space="preserve">2x) </w:t>
      </w:r>
    </w:p>
    <w:p w14:paraId="48550EB5" w14:textId="082F5F2B" w:rsidR="005B5E59" w:rsidRDefault="00094BA9" w:rsidP="00094BA9">
      <w:pPr>
        <w:spacing w:beforeLines="1" w:before="2" w:afterLines="1" w:after="2"/>
        <w:rPr>
          <w:rFonts w:ascii="TimesNewRomanPS" w:hAnsi="TimesNewRomanPS"/>
          <w:b/>
          <w:bCs/>
        </w:rPr>
      </w:pPr>
      <w:r w:rsidRPr="00094BA9">
        <w:rPr>
          <w:rFonts w:ascii="TimesNewRomanPS" w:hAnsi="TimesNewRomanPS"/>
          <w:b/>
          <w:bCs/>
        </w:rPr>
        <w:t xml:space="preserve">D </w:t>
      </w:r>
      <w:r>
        <w:rPr>
          <w:rFonts w:ascii="TimesNewRomanPS" w:hAnsi="TimesNewRomanPS"/>
          <w:b/>
          <w:bCs/>
        </w:rPr>
        <w:t xml:space="preserve">                  </w:t>
      </w:r>
      <w:r w:rsidRPr="00094BA9">
        <w:rPr>
          <w:rFonts w:ascii="TimesNewRomanPS" w:hAnsi="TimesNewRomanPS"/>
          <w:b/>
          <w:bCs/>
        </w:rPr>
        <w:t xml:space="preserve">D/C# </w:t>
      </w:r>
      <w:r w:rsidR="005B5E59">
        <w:rPr>
          <w:rFonts w:ascii="TimesNewRomanPS" w:hAnsi="TimesNewRomanPS"/>
          <w:b/>
          <w:bCs/>
        </w:rPr>
        <w:t xml:space="preserve">     </w:t>
      </w:r>
      <w:r w:rsidRPr="00094BA9">
        <w:rPr>
          <w:rFonts w:ascii="TimesNewRomanPS" w:hAnsi="TimesNewRomanPS"/>
          <w:b/>
          <w:bCs/>
        </w:rPr>
        <w:t xml:space="preserve">G/B </w:t>
      </w:r>
      <w:r w:rsidR="005B5E59">
        <w:rPr>
          <w:rFonts w:ascii="TimesNewRomanPS" w:hAnsi="TimesNewRomanPS"/>
          <w:b/>
          <w:bCs/>
        </w:rPr>
        <w:t xml:space="preserve"> </w:t>
      </w:r>
      <w:r w:rsidRPr="00094BA9">
        <w:rPr>
          <w:rFonts w:ascii="TimesNewRomanPS" w:hAnsi="TimesNewRomanPS"/>
          <w:b/>
          <w:bCs/>
        </w:rPr>
        <w:t>Asus A</w:t>
      </w:r>
      <w:r w:rsidRPr="00094BA9">
        <w:rPr>
          <w:rFonts w:ascii="TimesNewRomanPS" w:hAnsi="TimesNewRomanPS"/>
          <w:b/>
          <w:bCs/>
        </w:rPr>
        <w:br/>
      </w:r>
      <w:r w:rsidR="005B5E59">
        <w:t>Be s</w:t>
      </w:r>
      <w:r>
        <w:t xml:space="preserve">till and know that </w:t>
      </w:r>
      <w:r w:rsidR="005B5E59">
        <w:t xml:space="preserve">I       </w:t>
      </w:r>
      <w:r>
        <w:t>am</w:t>
      </w:r>
      <w:r>
        <w:br/>
      </w:r>
      <w:r w:rsidRPr="00094BA9">
        <w:rPr>
          <w:rFonts w:ascii="TimesNewRomanPS" w:hAnsi="TimesNewRomanPS"/>
          <w:b/>
          <w:bCs/>
        </w:rPr>
        <w:t>G2</w:t>
      </w:r>
      <w:r w:rsidR="008B1157">
        <w:rPr>
          <w:rFonts w:ascii="TimesNewRomanPS" w:hAnsi="TimesNewRomanPS"/>
          <w:b/>
          <w:bCs/>
        </w:rPr>
        <w:t xml:space="preserve">                 </w:t>
      </w:r>
      <w:r w:rsidRPr="00094BA9">
        <w:rPr>
          <w:rFonts w:ascii="TimesNewRomanPS" w:hAnsi="TimesNewRomanPS"/>
          <w:b/>
          <w:bCs/>
        </w:rPr>
        <w:t xml:space="preserve">D </w:t>
      </w:r>
    </w:p>
    <w:p w14:paraId="02220183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>
        <w:t xml:space="preserve">God </w:t>
      </w:r>
    </w:p>
    <w:p w14:paraId="1228681E" w14:textId="77777777" w:rsidR="000E6690" w:rsidRDefault="000E6690" w:rsidP="00094BA9">
      <w:pPr>
        <w:spacing w:beforeLines="1" w:before="2" w:afterLines="1" w:after="2"/>
        <w:rPr>
          <w:sz w:val="22"/>
          <w:szCs w:val="22"/>
        </w:rPr>
      </w:pPr>
    </w:p>
    <w:p w14:paraId="264883E7" w14:textId="77777777" w:rsidR="000E6690" w:rsidRDefault="000E6690" w:rsidP="00094BA9">
      <w:pPr>
        <w:spacing w:beforeLines="1" w:before="2" w:afterLines="1" w:after="2"/>
        <w:rPr>
          <w:sz w:val="22"/>
          <w:szCs w:val="22"/>
        </w:rPr>
      </w:pPr>
    </w:p>
    <w:p w14:paraId="6DA0A434" w14:textId="6E12F4E4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sz w:val="22"/>
          <w:szCs w:val="22"/>
        </w:rPr>
        <w:t xml:space="preserve">©2012 Safe Place Music (ASCAP) All rights reserved </w:t>
      </w:r>
    </w:p>
    <w:p w14:paraId="46C83FC6" w14:textId="77777777" w:rsidR="00094BA9" w:rsidRPr="00094BA9" w:rsidRDefault="00094BA9" w:rsidP="00094BA9">
      <w:pPr>
        <w:spacing w:beforeLines="1" w:before="2" w:afterLines="1" w:after="2"/>
        <w:rPr>
          <w:rFonts w:ascii="Times" w:hAnsi="Times"/>
          <w:sz w:val="20"/>
          <w:szCs w:val="20"/>
        </w:rPr>
      </w:pPr>
      <w:r w:rsidRPr="00094BA9">
        <w:rPr>
          <w:color w:val="0000FF"/>
          <w:sz w:val="22"/>
          <w:szCs w:val="22"/>
        </w:rPr>
        <w:t xml:space="preserve">CCLI # </w:t>
      </w:r>
      <w:r w:rsidRPr="00094BA9">
        <w:rPr>
          <w:rFonts w:ascii="Century Gothic" w:hAnsi="Century Gothic"/>
          <w:color w:val="0000FF"/>
          <w:sz w:val="22"/>
          <w:szCs w:val="22"/>
        </w:rPr>
        <w:t xml:space="preserve">7043934 </w:t>
      </w:r>
    </w:p>
    <w:p w14:paraId="0B437A75" w14:textId="77777777" w:rsidR="009637C1" w:rsidRDefault="009637C1" w:rsidP="009637C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36BD80B8" w14:textId="77777777" w:rsidR="009637C1" w:rsidRDefault="009637C1" w:rsidP="009637C1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1EFFDEC0" w14:textId="77777777" w:rsidR="009637C1" w:rsidRPr="005779AD" w:rsidRDefault="009637C1" w:rsidP="009637C1">
      <w:pPr>
        <w:rPr>
          <w:rFonts w:ascii="Arial" w:hAnsi="Arial"/>
        </w:rPr>
      </w:pPr>
    </w:p>
    <w:p w14:paraId="59111F4D" w14:textId="77777777" w:rsidR="009637C1" w:rsidRPr="005779AD" w:rsidRDefault="009637C1" w:rsidP="009637C1">
      <w:pPr>
        <w:rPr>
          <w:rFonts w:ascii="Arial" w:hAnsi="Arial"/>
        </w:rPr>
      </w:pPr>
    </w:p>
    <w:p w14:paraId="00EAA59E" w14:textId="77777777" w:rsidR="009637C1" w:rsidRPr="005779AD" w:rsidRDefault="009637C1" w:rsidP="009637C1">
      <w:pPr>
        <w:rPr>
          <w:rFonts w:ascii="Arial" w:hAnsi="Arial"/>
        </w:rPr>
      </w:pPr>
    </w:p>
    <w:p w14:paraId="44E04D4E" w14:textId="77777777" w:rsidR="009637C1" w:rsidRPr="005779AD" w:rsidRDefault="009637C1" w:rsidP="009637C1">
      <w:pPr>
        <w:rPr>
          <w:rFonts w:ascii="Arial" w:hAnsi="Arial"/>
        </w:rPr>
      </w:pPr>
    </w:p>
    <w:p w14:paraId="6C0277EF" w14:textId="77777777" w:rsidR="009637C1" w:rsidRPr="005779AD" w:rsidRDefault="009637C1" w:rsidP="009637C1">
      <w:pPr>
        <w:rPr>
          <w:rFonts w:ascii="Arial" w:hAnsi="Arial"/>
          <w:sz w:val="22"/>
        </w:rPr>
      </w:pPr>
    </w:p>
    <w:p w14:paraId="35C005E2" w14:textId="77777777" w:rsidR="009637C1" w:rsidRPr="005779AD" w:rsidRDefault="009637C1" w:rsidP="009637C1">
      <w:pPr>
        <w:rPr>
          <w:rFonts w:ascii="Arial" w:hAnsi="Arial"/>
        </w:rPr>
      </w:pPr>
    </w:p>
    <w:p w14:paraId="22AE84E6" w14:textId="77777777" w:rsidR="009637C1" w:rsidRPr="005779AD" w:rsidRDefault="009637C1" w:rsidP="009637C1">
      <w:pPr>
        <w:rPr>
          <w:rFonts w:ascii="Arial" w:hAnsi="Arial"/>
        </w:rPr>
      </w:pPr>
    </w:p>
    <w:p w14:paraId="1C2D1E35" w14:textId="77777777" w:rsidR="009637C1" w:rsidRPr="005779AD" w:rsidRDefault="009637C1" w:rsidP="009637C1">
      <w:pPr>
        <w:rPr>
          <w:rFonts w:ascii="Arial" w:hAnsi="Arial"/>
        </w:rPr>
      </w:pPr>
    </w:p>
    <w:p w14:paraId="09ECA901" w14:textId="77777777" w:rsidR="009637C1" w:rsidRPr="005779AD" w:rsidRDefault="009637C1" w:rsidP="009637C1">
      <w:pPr>
        <w:rPr>
          <w:rFonts w:ascii="Arial" w:hAnsi="Arial"/>
        </w:rPr>
      </w:pPr>
    </w:p>
    <w:p w14:paraId="571C455B" w14:textId="77777777" w:rsidR="009637C1" w:rsidRPr="005779AD" w:rsidRDefault="009637C1" w:rsidP="009637C1">
      <w:pPr>
        <w:rPr>
          <w:rFonts w:ascii="Arial" w:hAnsi="Arial"/>
        </w:rPr>
      </w:pPr>
    </w:p>
    <w:p w14:paraId="729DA486" w14:textId="77777777" w:rsidR="009637C1" w:rsidRPr="005779AD" w:rsidRDefault="009637C1" w:rsidP="009637C1">
      <w:pPr>
        <w:rPr>
          <w:rFonts w:ascii="Arial" w:hAnsi="Arial"/>
        </w:rPr>
      </w:pPr>
    </w:p>
    <w:p w14:paraId="24BD9B2C" w14:textId="77777777" w:rsidR="009637C1" w:rsidRPr="005779AD" w:rsidRDefault="009637C1" w:rsidP="009637C1">
      <w:pPr>
        <w:rPr>
          <w:rFonts w:ascii="Arial" w:hAnsi="Arial"/>
        </w:rPr>
      </w:pPr>
    </w:p>
    <w:p w14:paraId="18F6AF71" w14:textId="77777777" w:rsidR="009637C1" w:rsidRPr="005779AD" w:rsidRDefault="009637C1" w:rsidP="009637C1">
      <w:pPr>
        <w:rPr>
          <w:rFonts w:ascii="Arial" w:hAnsi="Arial"/>
        </w:rPr>
      </w:pPr>
    </w:p>
    <w:p w14:paraId="4AB54E54" w14:textId="77777777" w:rsidR="009637C1" w:rsidRPr="005779AD" w:rsidRDefault="009637C1" w:rsidP="009637C1">
      <w:pPr>
        <w:rPr>
          <w:rFonts w:ascii="Arial" w:hAnsi="Arial"/>
        </w:rPr>
      </w:pPr>
    </w:p>
    <w:p w14:paraId="288AC2E9" w14:textId="77777777" w:rsidR="009637C1" w:rsidRPr="005779AD" w:rsidRDefault="009637C1" w:rsidP="009637C1">
      <w:pPr>
        <w:rPr>
          <w:rFonts w:ascii="Arial" w:hAnsi="Arial"/>
        </w:rPr>
      </w:pPr>
    </w:p>
    <w:p w14:paraId="6E6428AD" w14:textId="77777777" w:rsidR="009637C1" w:rsidRPr="005779AD" w:rsidRDefault="009637C1" w:rsidP="009637C1">
      <w:pPr>
        <w:rPr>
          <w:rFonts w:ascii="Arial" w:hAnsi="Arial"/>
        </w:rPr>
      </w:pPr>
    </w:p>
    <w:p w14:paraId="1379725B" w14:textId="77777777" w:rsidR="009637C1" w:rsidRPr="005779AD" w:rsidRDefault="009637C1" w:rsidP="009637C1">
      <w:pPr>
        <w:rPr>
          <w:rFonts w:ascii="Arial" w:hAnsi="Arial"/>
        </w:rPr>
      </w:pPr>
    </w:p>
    <w:p w14:paraId="3524CA20" w14:textId="77777777" w:rsidR="009637C1" w:rsidRPr="005779AD" w:rsidRDefault="009637C1" w:rsidP="009637C1">
      <w:pPr>
        <w:rPr>
          <w:rFonts w:ascii="Arial" w:hAnsi="Arial"/>
        </w:rPr>
      </w:pPr>
    </w:p>
    <w:p w14:paraId="5F6B08E3" w14:textId="77777777" w:rsidR="009637C1" w:rsidRPr="005779AD" w:rsidRDefault="009637C1" w:rsidP="009637C1">
      <w:pPr>
        <w:rPr>
          <w:rFonts w:ascii="Arial" w:hAnsi="Arial"/>
        </w:rPr>
      </w:pPr>
    </w:p>
    <w:p w14:paraId="2840CF72" w14:textId="77777777" w:rsidR="009637C1" w:rsidRPr="005779AD" w:rsidRDefault="009637C1" w:rsidP="009637C1">
      <w:pPr>
        <w:rPr>
          <w:rFonts w:ascii="Arial" w:hAnsi="Arial"/>
        </w:rPr>
      </w:pPr>
    </w:p>
    <w:p w14:paraId="5963203B" w14:textId="77777777" w:rsidR="009637C1" w:rsidRPr="005779AD" w:rsidRDefault="009637C1" w:rsidP="009637C1">
      <w:pPr>
        <w:rPr>
          <w:rFonts w:ascii="Arial" w:hAnsi="Arial"/>
        </w:rPr>
      </w:pPr>
    </w:p>
    <w:p w14:paraId="4AD84CC7" w14:textId="77777777" w:rsidR="009637C1" w:rsidRPr="005779AD" w:rsidRDefault="009637C1" w:rsidP="009637C1">
      <w:pPr>
        <w:rPr>
          <w:rFonts w:ascii="Arial" w:hAnsi="Arial"/>
        </w:rPr>
      </w:pPr>
    </w:p>
    <w:p w14:paraId="670643DC" w14:textId="77777777" w:rsidR="009637C1" w:rsidRPr="005779AD" w:rsidRDefault="009637C1" w:rsidP="009637C1">
      <w:pPr>
        <w:rPr>
          <w:rFonts w:ascii="Arial" w:hAnsi="Arial"/>
        </w:rPr>
      </w:pPr>
    </w:p>
    <w:p w14:paraId="76663964" w14:textId="77777777" w:rsidR="009637C1" w:rsidRPr="005779AD" w:rsidRDefault="009637C1" w:rsidP="009637C1">
      <w:pPr>
        <w:rPr>
          <w:rFonts w:ascii="Arial" w:hAnsi="Arial"/>
        </w:rPr>
      </w:pPr>
    </w:p>
    <w:p w14:paraId="4AB4B5CD" w14:textId="77777777" w:rsidR="009637C1" w:rsidRPr="008D3B8E" w:rsidRDefault="009637C1" w:rsidP="009637C1">
      <w:pPr>
        <w:rPr>
          <w:rFonts w:ascii="Arial" w:hAnsi="Arial"/>
          <w:sz w:val="22"/>
          <w:szCs w:val="18"/>
        </w:rPr>
      </w:pPr>
    </w:p>
    <w:p w14:paraId="11AF58B6" w14:textId="77777777" w:rsidR="001343D1" w:rsidRDefault="001343D1" w:rsidP="001343D1">
      <w:pPr>
        <w:rPr>
          <w:rFonts w:ascii="Arial" w:hAnsi="Arial"/>
          <w:b/>
        </w:rPr>
      </w:pPr>
    </w:p>
    <w:p w14:paraId="0EEAEC6D" w14:textId="77777777" w:rsidR="0006209B" w:rsidRPr="00A33819" w:rsidRDefault="0006209B" w:rsidP="0006209B">
      <w:pPr>
        <w:tabs>
          <w:tab w:val="left" w:pos="4140"/>
        </w:tabs>
        <w:outlineLvl w:val="0"/>
        <w:rPr>
          <w:rFonts w:ascii="Arial" w:hAnsi="Arial"/>
          <w:sz w:val="22"/>
        </w:rPr>
      </w:pPr>
    </w:p>
    <w:p w14:paraId="657CCED0" w14:textId="77777777" w:rsidR="0006209B" w:rsidRPr="00A33819" w:rsidRDefault="0006209B" w:rsidP="0006209B">
      <w:pPr>
        <w:tabs>
          <w:tab w:val="left" w:pos="4140"/>
        </w:tabs>
        <w:outlineLvl w:val="0"/>
        <w:rPr>
          <w:rFonts w:ascii="Arial" w:hAnsi="Arial"/>
        </w:rPr>
      </w:pPr>
    </w:p>
    <w:p w14:paraId="0016EAC4" w14:textId="77777777" w:rsidR="0006209B" w:rsidRPr="00A33819" w:rsidRDefault="0006209B" w:rsidP="0006209B">
      <w:pPr>
        <w:tabs>
          <w:tab w:val="left" w:pos="4140"/>
        </w:tabs>
        <w:outlineLvl w:val="0"/>
        <w:rPr>
          <w:rFonts w:ascii="Arial" w:hAnsi="Arial"/>
        </w:rPr>
      </w:pPr>
    </w:p>
    <w:p w14:paraId="0A391595" w14:textId="77777777" w:rsidR="004F13A8" w:rsidRPr="00A33819" w:rsidRDefault="004F13A8" w:rsidP="000D5397">
      <w:pPr>
        <w:tabs>
          <w:tab w:val="left" w:pos="4140"/>
        </w:tabs>
        <w:outlineLvl w:val="0"/>
        <w:rPr>
          <w:rFonts w:ascii="Arial" w:hAnsi="Arial"/>
        </w:rPr>
      </w:pPr>
    </w:p>
    <w:p w14:paraId="4AFDA755" w14:textId="77777777" w:rsidR="004F13A8" w:rsidRPr="00A33819" w:rsidRDefault="004F13A8" w:rsidP="000D5397">
      <w:pPr>
        <w:tabs>
          <w:tab w:val="left" w:pos="4140"/>
        </w:tabs>
        <w:outlineLvl w:val="0"/>
        <w:rPr>
          <w:rFonts w:ascii="Arial" w:hAnsi="Arial"/>
        </w:rPr>
      </w:pPr>
    </w:p>
    <w:p w14:paraId="000943D7" w14:textId="77777777" w:rsidR="004F13A8" w:rsidRPr="00A33819" w:rsidRDefault="004F13A8" w:rsidP="000D5397">
      <w:pPr>
        <w:tabs>
          <w:tab w:val="left" w:pos="4140"/>
        </w:tabs>
        <w:outlineLvl w:val="0"/>
        <w:rPr>
          <w:rFonts w:ascii="Arial" w:hAnsi="Arial"/>
        </w:rPr>
      </w:pPr>
    </w:p>
    <w:p w14:paraId="7E7C35D7" w14:textId="77777777" w:rsidR="008F2CA0" w:rsidRPr="00A33819" w:rsidRDefault="008F2CA0" w:rsidP="008F2CA0">
      <w:pPr>
        <w:tabs>
          <w:tab w:val="left" w:pos="4140"/>
        </w:tabs>
        <w:outlineLvl w:val="0"/>
        <w:rPr>
          <w:rFonts w:ascii="Arial" w:hAnsi="Arial"/>
        </w:rPr>
      </w:pPr>
    </w:p>
    <w:p w14:paraId="7E2A75C9" w14:textId="77777777" w:rsidR="00EC7137" w:rsidRPr="00A33819" w:rsidRDefault="00EC7137" w:rsidP="008F2CA0">
      <w:pPr>
        <w:tabs>
          <w:tab w:val="left" w:pos="4140"/>
        </w:tabs>
        <w:outlineLvl w:val="0"/>
        <w:rPr>
          <w:rFonts w:ascii="Arial" w:hAnsi="Arial"/>
        </w:rPr>
      </w:pPr>
    </w:p>
    <w:p w14:paraId="3DF59116" w14:textId="77777777" w:rsidR="00EC7137" w:rsidRPr="00A33819" w:rsidRDefault="00EC7137" w:rsidP="008F2CA0">
      <w:pPr>
        <w:tabs>
          <w:tab w:val="left" w:pos="4140"/>
        </w:tabs>
        <w:outlineLvl w:val="0"/>
        <w:rPr>
          <w:rFonts w:ascii="Arial" w:hAnsi="Arial"/>
        </w:rPr>
      </w:pPr>
    </w:p>
    <w:p w14:paraId="10CBD695" w14:textId="77777777" w:rsidR="00EC7137" w:rsidRPr="00A33819" w:rsidRDefault="00EC7137" w:rsidP="008F2CA0">
      <w:pPr>
        <w:tabs>
          <w:tab w:val="left" w:pos="4140"/>
        </w:tabs>
        <w:outlineLvl w:val="0"/>
        <w:rPr>
          <w:rFonts w:ascii="Arial" w:hAnsi="Arial"/>
        </w:rPr>
      </w:pPr>
    </w:p>
    <w:p w14:paraId="76F3C095" w14:textId="77777777" w:rsidR="006E6045" w:rsidRPr="00A33819" w:rsidRDefault="006E6045" w:rsidP="00B322EB">
      <w:pPr>
        <w:outlineLvl w:val="0"/>
        <w:rPr>
          <w:rFonts w:ascii="Arial" w:hAnsi="Arial"/>
        </w:rPr>
      </w:pPr>
    </w:p>
    <w:p w14:paraId="003005A6" w14:textId="77777777" w:rsidR="00CC6AFB" w:rsidRPr="00A33819" w:rsidRDefault="00CC6AFB" w:rsidP="00B322EB">
      <w:pPr>
        <w:outlineLvl w:val="0"/>
        <w:rPr>
          <w:rFonts w:ascii="Arial" w:hAnsi="Arial"/>
        </w:rPr>
      </w:pPr>
    </w:p>
    <w:p w14:paraId="4D556BF9" w14:textId="77777777" w:rsidR="00673FCA" w:rsidRPr="00A33819" w:rsidRDefault="00673FCA" w:rsidP="00B322EB">
      <w:pPr>
        <w:outlineLvl w:val="0"/>
        <w:rPr>
          <w:rFonts w:ascii="Arial" w:hAnsi="Arial"/>
        </w:rPr>
      </w:pPr>
    </w:p>
    <w:p w14:paraId="611C11EA" w14:textId="77777777" w:rsidR="00673FCA" w:rsidRPr="00A33819" w:rsidRDefault="00673FCA" w:rsidP="00B322EB">
      <w:pPr>
        <w:outlineLvl w:val="0"/>
        <w:rPr>
          <w:rFonts w:ascii="Arial" w:hAnsi="Arial"/>
        </w:rPr>
      </w:pPr>
    </w:p>
    <w:p w14:paraId="0CE819CC" w14:textId="77777777" w:rsidR="00673FCA" w:rsidRPr="00A33819" w:rsidRDefault="00673FCA" w:rsidP="00B322EB">
      <w:pPr>
        <w:outlineLvl w:val="0"/>
        <w:rPr>
          <w:rFonts w:ascii="Arial" w:hAnsi="Arial"/>
        </w:rPr>
      </w:pPr>
    </w:p>
    <w:p w14:paraId="3F326E24" w14:textId="77777777" w:rsidR="007E39C4" w:rsidRPr="00A33819" w:rsidRDefault="007E39C4" w:rsidP="00B322EB">
      <w:pPr>
        <w:outlineLvl w:val="0"/>
        <w:rPr>
          <w:rFonts w:ascii="Arial" w:hAnsi="Arial"/>
        </w:rPr>
      </w:pPr>
    </w:p>
    <w:p w14:paraId="0CB83C6A" w14:textId="77777777" w:rsidR="0084126F" w:rsidRPr="00A33819" w:rsidRDefault="0084126F" w:rsidP="00A5614F">
      <w:pPr>
        <w:rPr>
          <w:rFonts w:ascii="Arial" w:hAnsi="Arial"/>
          <w:b/>
          <w:sz w:val="28"/>
          <w:szCs w:val="18"/>
        </w:rPr>
      </w:pPr>
    </w:p>
    <w:sectPr w:rsidR="0084126F" w:rsidRPr="00A33819" w:rsidSect="00B13C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DEB3D" w14:textId="77777777" w:rsidR="00C05CC0" w:rsidRDefault="00C05CC0">
      <w:r>
        <w:separator/>
      </w:r>
    </w:p>
  </w:endnote>
  <w:endnote w:type="continuationSeparator" w:id="0">
    <w:p w14:paraId="7F03EC92" w14:textId="77777777" w:rsidR="00C05CC0" w:rsidRDefault="00C05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18808" w14:textId="77777777" w:rsidR="00C05CC0" w:rsidRDefault="00C05CC0">
      <w:r>
        <w:separator/>
      </w:r>
    </w:p>
  </w:footnote>
  <w:footnote w:type="continuationSeparator" w:id="0">
    <w:p w14:paraId="6ED737E3" w14:textId="77777777" w:rsidR="00C05CC0" w:rsidRDefault="00C05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1E00"/>
    <w:rsid w:val="00000B6E"/>
    <w:rsid w:val="00000D49"/>
    <w:rsid w:val="00002CA9"/>
    <w:rsid w:val="00013E59"/>
    <w:rsid w:val="00020B1D"/>
    <w:rsid w:val="000232CE"/>
    <w:rsid w:val="00024EF6"/>
    <w:rsid w:val="00031B8C"/>
    <w:rsid w:val="00036449"/>
    <w:rsid w:val="00060C0D"/>
    <w:rsid w:val="000612C5"/>
    <w:rsid w:val="00061A61"/>
    <w:rsid w:val="0006209B"/>
    <w:rsid w:val="000922D7"/>
    <w:rsid w:val="00093745"/>
    <w:rsid w:val="00094BA9"/>
    <w:rsid w:val="000C6283"/>
    <w:rsid w:val="000D5397"/>
    <w:rsid w:val="000E6690"/>
    <w:rsid w:val="000F1C87"/>
    <w:rsid w:val="00111E44"/>
    <w:rsid w:val="0011336B"/>
    <w:rsid w:val="00117630"/>
    <w:rsid w:val="00125790"/>
    <w:rsid w:val="00131865"/>
    <w:rsid w:val="001343D1"/>
    <w:rsid w:val="00136910"/>
    <w:rsid w:val="001419B2"/>
    <w:rsid w:val="0016099C"/>
    <w:rsid w:val="00176ACB"/>
    <w:rsid w:val="0019376A"/>
    <w:rsid w:val="001A03DC"/>
    <w:rsid w:val="001C19AA"/>
    <w:rsid w:val="001C70A7"/>
    <w:rsid w:val="001D09A3"/>
    <w:rsid w:val="001D6E63"/>
    <w:rsid w:val="001F23CF"/>
    <w:rsid w:val="001F5450"/>
    <w:rsid w:val="001F5806"/>
    <w:rsid w:val="00200D7E"/>
    <w:rsid w:val="002124D2"/>
    <w:rsid w:val="00221D19"/>
    <w:rsid w:val="00242113"/>
    <w:rsid w:val="00253787"/>
    <w:rsid w:val="00254AF2"/>
    <w:rsid w:val="00261E25"/>
    <w:rsid w:val="00280E7D"/>
    <w:rsid w:val="00284DFF"/>
    <w:rsid w:val="00285EE6"/>
    <w:rsid w:val="002A0875"/>
    <w:rsid w:val="002A11DD"/>
    <w:rsid w:val="002A5202"/>
    <w:rsid w:val="002A7926"/>
    <w:rsid w:val="002A7DB3"/>
    <w:rsid w:val="002B011C"/>
    <w:rsid w:val="002B4FCF"/>
    <w:rsid w:val="002B6531"/>
    <w:rsid w:val="002C6347"/>
    <w:rsid w:val="002D3A7A"/>
    <w:rsid w:val="002F54EA"/>
    <w:rsid w:val="002F5A22"/>
    <w:rsid w:val="00307441"/>
    <w:rsid w:val="00315334"/>
    <w:rsid w:val="0032088F"/>
    <w:rsid w:val="00323928"/>
    <w:rsid w:val="00334DA4"/>
    <w:rsid w:val="0035619E"/>
    <w:rsid w:val="00357480"/>
    <w:rsid w:val="00361109"/>
    <w:rsid w:val="00371A08"/>
    <w:rsid w:val="003909C1"/>
    <w:rsid w:val="003A4827"/>
    <w:rsid w:val="003B1343"/>
    <w:rsid w:val="003B4D68"/>
    <w:rsid w:val="003C0642"/>
    <w:rsid w:val="003E601F"/>
    <w:rsid w:val="003E7CFE"/>
    <w:rsid w:val="0040201D"/>
    <w:rsid w:val="00407272"/>
    <w:rsid w:val="004074EB"/>
    <w:rsid w:val="0041591B"/>
    <w:rsid w:val="0041742F"/>
    <w:rsid w:val="0044075F"/>
    <w:rsid w:val="00454999"/>
    <w:rsid w:val="004609BF"/>
    <w:rsid w:val="00462CE5"/>
    <w:rsid w:val="00474C2F"/>
    <w:rsid w:val="00475581"/>
    <w:rsid w:val="00481B8E"/>
    <w:rsid w:val="00484942"/>
    <w:rsid w:val="004962BC"/>
    <w:rsid w:val="004A26FA"/>
    <w:rsid w:val="004A3B9E"/>
    <w:rsid w:val="004A3C7C"/>
    <w:rsid w:val="004A66EB"/>
    <w:rsid w:val="004B46AF"/>
    <w:rsid w:val="004C57F5"/>
    <w:rsid w:val="004C6B4C"/>
    <w:rsid w:val="004F13A8"/>
    <w:rsid w:val="00502505"/>
    <w:rsid w:val="00506791"/>
    <w:rsid w:val="005154D0"/>
    <w:rsid w:val="00521646"/>
    <w:rsid w:val="00522F9F"/>
    <w:rsid w:val="0052498F"/>
    <w:rsid w:val="005251F5"/>
    <w:rsid w:val="005313F3"/>
    <w:rsid w:val="00536078"/>
    <w:rsid w:val="00544BDC"/>
    <w:rsid w:val="005467FB"/>
    <w:rsid w:val="00546B7B"/>
    <w:rsid w:val="005618BC"/>
    <w:rsid w:val="005644FF"/>
    <w:rsid w:val="00566A7B"/>
    <w:rsid w:val="00567857"/>
    <w:rsid w:val="00581993"/>
    <w:rsid w:val="00590279"/>
    <w:rsid w:val="00591339"/>
    <w:rsid w:val="00591E12"/>
    <w:rsid w:val="005A10F0"/>
    <w:rsid w:val="005B5E59"/>
    <w:rsid w:val="005C1417"/>
    <w:rsid w:val="005D1072"/>
    <w:rsid w:val="005D1810"/>
    <w:rsid w:val="005F4694"/>
    <w:rsid w:val="00604306"/>
    <w:rsid w:val="0060778B"/>
    <w:rsid w:val="00614F35"/>
    <w:rsid w:val="00632AB1"/>
    <w:rsid w:val="006375AE"/>
    <w:rsid w:val="00644960"/>
    <w:rsid w:val="00646AC1"/>
    <w:rsid w:val="00661893"/>
    <w:rsid w:val="00673FCA"/>
    <w:rsid w:val="0068046B"/>
    <w:rsid w:val="006A4F0D"/>
    <w:rsid w:val="006C0B99"/>
    <w:rsid w:val="006C5140"/>
    <w:rsid w:val="006C746F"/>
    <w:rsid w:val="006D02D5"/>
    <w:rsid w:val="006D434D"/>
    <w:rsid w:val="006D4645"/>
    <w:rsid w:val="006E157E"/>
    <w:rsid w:val="006E6045"/>
    <w:rsid w:val="006F6846"/>
    <w:rsid w:val="00702652"/>
    <w:rsid w:val="00710207"/>
    <w:rsid w:val="00712A52"/>
    <w:rsid w:val="00721CF8"/>
    <w:rsid w:val="007229D5"/>
    <w:rsid w:val="00740254"/>
    <w:rsid w:val="00746EF4"/>
    <w:rsid w:val="00751C32"/>
    <w:rsid w:val="00775663"/>
    <w:rsid w:val="007838FF"/>
    <w:rsid w:val="0079644B"/>
    <w:rsid w:val="00797A91"/>
    <w:rsid w:val="007A3910"/>
    <w:rsid w:val="007B5261"/>
    <w:rsid w:val="007C2D40"/>
    <w:rsid w:val="007E37A6"/>
    <w:rsid w:val="007E39C4"/>
    <w:rsid w:val="007E6B8E"/>
    <w:rsid w:val="007F1A5B"/>
    <w:rsid w:val="00803408"/>
    <w:rsid w:val="00821E00"/>
    <w:rsid w:val="00832065"/>
    <w:rsid w:val="0084126F"/>
    <w:rsid w:val="00847BEE"/>
    <w:rsid w:val="00862B39"/>
    <w:rsid w:val="008673CC"/>
    <w:rsid w:val="008758AF"/>
    <w:rsid w:val="00876074"/>
    <w:rsid w:val="00894220"/>
    <w:rsid w:val="008A7E65"/>
    <w:rsid w:val="008B1157"/>
    <w:rsid w:val="008C277F"/>
    <w:rsid w:val="008D12F0"/>
    <w:rsid w:val="008D26D6"/>
    <w:rsid w:val="008F2CA0"/>
    <w:rsid w:val="0090030A"/>
    <w:rsid w:val="00902023"/>
    <w:rsid w:val="009050C2"/>
    <w:rsid w:val="00912420"/>
    <w:rsid w:val="009209A9"/>
    <w:rsid w:val="0092371A"/>
    <w:rsid w:val="00927B3F"/>
    <w:rsid w:val="00942759"/>
    <w:rsid w:val="009516AA"/>
    <w:rsid w:val="009637C1"/>
    <w:rsid w:val="0096510C"/>
    <w:rsid w:val="00965B58"/>
    <w:rsid w:val="00965B63"/>
    <w:rsid w:val="009A4EA3"/>
    <w:rsid w:val="009A6C61"/>
    <w:rsid w:val="009B6A5D"/>
    <w:rsid w:val="009C57A9"/>
    <w:rsid w:val="009D5453"/>
    <w:rsid w:val="009E0249"/>
    <w:rsid w:val="009E157C"/>
    <w:rsid w:val="009E2B48"/>
    <w:rsid w:val="009F0B8B"/>
    <w:rsid w:val="009F0C86"/>
    <w:rsid w:val="009F4AF5"/>
    <w:rsid w:val="00A135DF"/>
    <w:rsid w:val="00A33819"/>
    <w:rsid w:val="00A50CB0"/>
    <w:rsid w:val="00A5614F"/>
    <w:rsid w:val="00A61FDC"/>
    <w:rsid w:val="00A7105D"/>
    <w:rsid w:val="00A734B4"/>
    <w:rsid w:val="00A75727"/>
    <w:rsid w:val="00A767DA"/>
    <w:rsid w:val="00A776C9"/>
    <w:rsid w:val="00A93BC3"/>
    <w:rsid w:val="00A96504"/>
    <w:rsid w:val="00AB1CD4"/>
    <w:rsid w:val="00AB4884"/>
    <w:rsid w:val="00AC0DEE"/>
    <w:rsid w:val="00AD1D29"/>
    <w:rsid w:val="00AE6BE9"/>
    <w:rsid w:val="00AE7B80"/>
    <w:rsid w:val="00B06930"/>
    <w:rsid w:val="00B1300B"/>
    <w:rsid w:val="00B13CEC"/>
    <w:rsid w:val="00B200E5"/>
    <w:rsid w:val="00B2176F"/>
    <w:rsid w:val="00B322EB"/>
    <w:rsid w:val="00B470A6"/>
    <w:rsid w:val="00B51204"/>
    <w:rsid w:val="00B5188C"/>
    <w:rsid w:val="00B60320"/>
    <w:rsid w:val="00B63C7A"/>
    <w:rsid w:val="00B71294"/>
    <w:rsid w:val="00B7215C"/>
    <w:rsid w:val="00B84BF3"/>
    <w:rsid w:val="00B860CF"/>
    <w:rsid w:val="00B90402"/>
    <w:rsid w:val="00B9176D"/>
    <w:rsid w:val="00B93C73"/>
    <w:rsid w:val="00B958B9"/>
    <w:rsid w:val="00BA0BF4"/>
    <w:rsid w:val="00BD09B7"/>
    <w:rsid w:val="00BE05A9"/>
    <w:rsid w:val="00C05CC0"/>
    <w:rsid w:val="00C34ADA"/>
    <w:rsid w:val="00C42CD8"/>
    <w:rsid w:val="00C7155B"/>
    <w:rsid w:val="00C7342F"/>
    <w:rsid w:val="00C76A78"/>
    <w:rsid w:val="00C80AF5"/>
    <w:rsid w:val="00C82D9A"/>
    <w:rsid w:val="00C863D6"/>
    <w:rsid w:val="00C87F75"/>
    <w:rsid w:val="00C90B99"/>
    <w:rsid w:val="00CB0708"/>
    <w:rsid w:val="00CB7B38"/>
    <w:rsid w:val="00CC6AFB"/>
    <w:rsid w:val="00CD1657"/>
    <w:rsid w:val="00CD33BE"/>
    <w:rsid w:val="00CF22C5"/>
    <w:rsid w:val="00CF3E15"/>
    <w:rsid w:val="00CF444D"/>
    <w:rsid w:val="00CF5BD1"/>
    <w:rsid w:val="00D078EF"/>
    <w:rsid w:val="00D1558E"/>
    <w:rsid w:val="00D22DBA"/>
    <w:rsid w:val="00D27935"/>
    <w:rsid w:val="00D3270A"/>
    <w:rsid w:val="00D34C6D"/>
    <w:rsid w:val="00D35D87"/>
    <w:rsid w:val="00D374E4"/>
    <w:rsid w:val="00D37A4E"/>
    <w:rsid w:val="00D40221"/>
    <w:rsid w:val="00D46F71"/>
    <w:rsid w:val="00D602C7"/>
    <w:rsid w:val="00D74F9A"/>
    <w:rsid w:val="00D8036F"/>
    <w:rsid w:val="00D8340D"/>
    <w:rsid w:val="00D91580"/>
    <w:rsid w:val="00DC643A"/>
    <w:rsid w:val="00E11AB9"/>
    <w:rsid w:val="00E13F3C"/>
    <w:rsid w:val="00E341A0"/>
    <w:rsid w:val="00E601B2"/>
    <w:rsid w:val="00E73608"/>
    <w:rsid w:val="00E74EF9"/>
    <w:rsid w:val="00E812AA"/>
    <w:rsid w:val="00E8746F"/>
    <w:rsid w:val="00E93C2A"/>
    <w:rsid w:val="00E96806"/>
    <w:rsid w:val="00EB05DA"/>
    <w:rsid w:val="00EB5C2E"/>
    <w:rsid w:val="00EB6A7F"/>
    <w:rsid w:val="00EB6C3E"/>
    <w:rsid w:val="00EC7137"/>
    <w:rsid w:val="00EE111A"/>
    <w:rsid w:val="00EE16E0"/>
    <w:rsid w:val="00EF4831"/>
    <w:rsid w:val="00F012B8"/>
    <w:rsid w:val="00F02310"/>
    <w:rsid w:val="00F075EF"/>
    <w:rsid w:val="00F13CF6"/>
    <w:rsid w:val="00F20D76"/>
    <w:rsid w:val="00F274C5"/>
    <w:rsid w:val="00F3409B"/>
    <w:rsid w:val="00F45098"/>
    <w:rsid w:val="00F457E0"/>
    <w:rsid w:val="00F976EE"/>
    <w:rsid w:val="00F97D15"/>
    <w:rsid w:val="00FA3941"/>
    <w:rsid w:val="00FA650D"/>
    <w:rsid w:val="00FA7A45"/>
    <w:rsid w:val="00FB4397"/>
    <w:rsid w:val="00FB7EB8"/>
    <w:rsid w:val="00FC6FF2"/>
    <w:rsid w:val="00FD728A"/>
    <w:rsid w:val="00FE1454"/>
    <w:rsid w:val="00FE20D3"/>
    <w:rsid w:val="00FF1BED"/>
    <w:rsid w:val="00FF46EE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DBFD8"/>
  <w15:docId w15:val="{398EC414-C899-FA41-907D-CBAD68BD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C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F68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6846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CF5BD1"/>
    <w:pPr>
      <w:spacing w:beforeLines="1" w:afterLines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03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7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7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8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0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7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32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5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9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17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3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56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3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82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93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8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1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2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3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4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46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4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9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6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8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64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1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47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21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6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3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5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97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6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53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9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2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5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9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1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9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2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1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07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ele\Documents\Char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7DD7DC-2385-B54C-9BF5-D56F9DBFA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C:\Users\Michele\Documents\Chart Template.dot</Template>
  <TotalTime>11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Hungry</vt:lpstr>
    </vt:vector>
  </TitlesOfParts>
  <Company>CVCC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Hungry</dc:title>
  <dc:creator>Michele</dc:creator>
  <cp:lastModifiedBy>Michele Jacobsen</cp:lastModifiedBy>
  <cp:revision>9</cp:revision>
  <cp:lastPrinted>2017-03-11T00:55:00Z</cp:lastPrinted>
  <dcterms:created xsi:type="dcterms:W3CDTF">2021-04-13T15:18:00Z</dcterms:created>
  <dcterms:modified xsi:type="dcterms:W3CDTF">2025-11-13T19:55:00Z</dcterms:modified>
</cp:coreProperties>
</file>